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6"/>
        <w:gridCol w:w="2744"/>
      </w:tblGrid>
      <w:tr w:rsidR="00187701" w14:paraId="54096579" w14:textId="77777777" w:rsidTr="0006561F">
        <w:tc>
          <w:tcPr>
            <w:tcW w:w="7513" w:type="dxa"/>
          </w:tcPr>
          <w:p w14:paraId="6E909D5E" w14:textId="77777777" w:rsidR="00187701" w:rsidRDefault="00187701" w:rsidP="00037266">
            <w:pPr>
              <w:pStyle w:val="CompanyName"/>
            </w:pPr>
            <w:bookmarkStart w:id="0" w:name="_GoBack"/>
            <w:bookmarkEnd w:id="0"/>
          </w:p>
          <w:p w14:paraId="3CF22233" w14:textId="77777777" w:rsidR="0006561F" w:rsidRDefault="00187701" w:rsidP="00FD2AF9">
            <w:pPr>
              <w:pStyle w:val="CompanyName"/>
              <w:ind w:hanging="108"/>
            </w:pPr>
            <w:r w:rsidRPr="0006561F">
              <w:rPr>
                <w:caps w:val="0"/>
              </w:rPr>
              <w:t>I</w:t>
            </w:r>
            <w:r w:rsidR="0006561F">
              <w:t>nstitute of technology blanchardstown</w:t>
            </w:r>
          </w:p>
          <w:p w14:paraId="3016CC87" w14:textId="77777777" w:rsidR="00187701" w:rsidRDefault="00187701" w:rsidP="00FD2AF9">
            <w:pPr>
              <w:pStyle w:val="CompanyName"/>
              <w:ind w:hanging="108"/>
            </w:pPr>
            <w:r>
              <w:t xml:space="preserve"> </w:t>
            </w:r>
            <w:r w:rsidRPr="00D64567">
              <w:rPr>
                <w:szCs w:val="28"/>
              </w:rPr>
              <w:t xml:space="preserve">Reach </w:t>
            </w:r>
            <w:r w:rsidR="00D64567" w:rsidRP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>Access</w:t>
            </w:r>
            <w:r w:rsid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 Programme - Application Form</w:t>
            </w:r>
          </w:p>
          <w:p w14:paraId="75B13440" w14:textId="77777777" w:rsidR="00187701" w:rsidRDefault="0006561F" w:rsidP="0006561F">
            <w:pPr>
              <w:pStyle w:val="Title"/>
              <w:ind w:hanging="108"/>
            </w:pPr>
            <w:r>
              <w:t xml:space="preserve"> </w:t>
            </w:r>
            <w:r w:rsidR="00EB3EC5">
              <w:t xml:space="preserve"> </w:t>
            </w:r>
            <w:r>
              <w:t xml:space="preserve">For </w:t>
            </w:r>
            <w:r w:rsidR="00EB3EC5">
              <w:t>1</w:t>
            </w:r>
            <w:r w:rsidR="00EB3EC5" w:rsidRPr="00EB3EC5">
              <w:rPr>
                <w:vertAlign w:val="superscript"/>
              </w:rPr>
              <w:t>st</w:t>
            </w:r>
            <w:r w:rsidR="00EB3EC5">
              <w:t xml:space="preserve"> Year </w:t>
            </w:r>
            <w:r w:rsidR="00187701">
              <w:t xml:space="preserve">Entry </w:t>
            </w:r>
            <w:r w:rsidR="00EB3EC5">
              <w:t xml:space="preserve">in </w:t>
            </w:r>
            <w:r w:rsidR="00187701">
              <w:t>September 201</w:t>
            </w:r>
            <w:r w:rsidR="002046D5">
              <w:t>7</w:t>
            </w:r>
          </w:p>
        </w:tc>
        <w:tc>
          <w:tcPr>
            <w:tcW w:w="2744" w:type="dxa"/>
          </w:tcPr>
          <w:p w14:paraId="2A2E79F5" w14:textId="77777777" w:rsidR="00187701" w:rsidRDefault="00187701" w:rsidP="00037266">
            <w:pPr>
              <w:pStyle w:val="Logo"/>
            </w:pPr>
            <w:r w:rsidRPr="00F3220D">
              <w:rPr>
                <w:rFonts w:ascii="Calibri" w:hAnsi="Calibri" w:cs="Calibri"/>
                <w:noProof/>
                <w:lang w:val="en-IE" w:eastAsia="en-IE"/>
              </w:rPr>
              <w:drawing>
                <wp:inline distT="0" distB="0" distL="0" distR="0" wp14:anchorId="0407FC12" wp14:editId="415DE846">
                  <wp:extent cx="1605517" cy="811380"/>
                  <wp:effectExtent l="0" t="0" r="0" b="8255"/>
                  <wp:docPr id="1" name="Picture 1" descr="ITB logo landscape 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B logo landscape 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44" cy="81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86B903" w14:textId="77777777" w:rsidR="00FD2AF9" w:rsidRDefault="00FD2AF9" w:rsidP="00187701">
      <w:pPr>
        <w:spacing w:after="100" w:afterAutospacing="1"/>
        <w:jc w:val="both"/>
        <w:rPr>
          <w:rFonts w:ascii="Tahoma" w:hAnsi="Tahoma" w:cs="Tahoma"/>
          <w:sz w:val="18"/>
          <w:szCs w:val="18"/>
          <w:lang w:val="en" w:eastAsia="en-IE"/>
        </w:rPr>
      </w:pPr>
      <w:r w:rsidRPr="00FD2AF9">
        <w:rPr>
          <w:rFonts w:ascii="Tahoma" w:hAnsi="Tahoma" w:cs="Tahoma"/>
          <w:b/>
          <w:sz w:val="18"/>
          <w:szCs w:val="18"/>
          <w:lang w:val="en" w:eastAsia="en-IE"/>
        </w:rPr>
        <w:t>Closing Date:</w:t>
      </w:r>
      <w:r w:rsidR="0006561F">
        <w:rPr>
          <w:rFonts w:ascii="Tahoma" w:hAnsi="Tahoma" w:cs="Tahoma"/>
          <w:b/>
          <w:sz w:val="18"/>
          <w:szCs w:val="18"/>
          <w:lang w:val="en" w:eastAsia="en-IE"/>
        </w:rPr>
        <w:tab/>
      </w:r>
      <w:r>
        <w:rPr>
          <w:rFonts w:ascii="Tahoma" w:hAnsi="Tahoma" w:cs="Tahoma"/>
          <w:sz w:val="18"/>
          <w:szCs w:val="18"/>
          <w:lang w:val="en" w:eastAsia="en-IE"/>
        </w:rPr>
        <w:tab/>
        <w:t xml:space="preserve">Friday </w:t>
      </w:r>
      <w:r w:rsidR="002B32E6">
        <w:rPr>
          <w:rFonts w:ascii="Tahoma" w:hAnsi="Tahoma" w:cs="Tahoma"/>
          <w:sz w:val="18"/>
          <w:szCs w:val="18"/>
          <w:lang w:val="en" w:eastAsia="en-IE"/>
        </w:rPr>
        <w:t>7</w:t>
      </w:r>
      <w:r w:rsidR="002B32E6" w:rsidRPr="002B32E6">
        <w:rPr>
          <w:rFonts w:ascii="Tahoma" w:hAnsi="Tahoma" w:cs="Tahoma"/>
          <w:sz w:val="18"/>
          <w:szCs w:val="18"/>
          <w:vertAlign w:val="superscript"/>
          <w:lang w:val="en" w:eastAsia="en-IE"/>
        </w:rPr>
        <w:t>th</w:t>
      </w:r>
      <w:r w:rsidR="002B32E6">
        <w:rPr>
          <w:rFonts w:ascii="Tahoma" w:hAnsi="Tahoma" w:cs="Tahoma"/>
          <w:sz w:val="18"/>
          <w:szCs w:val="18"/>
          <w:lang w:val="en" w:eastAsia="en-IE"/>
        </w:rPr>
        <w:t xml:space="preserve"> </w:t>
      </w:r>
      <w:r>
        <w:rPr>
          <w:rFonts w:ascii="Tahoma" w:hAnsi="Tahoma" w:cs="Tahoma"/>
          <w:sz w:val="18"/>
          <w:szCs w:val="18"/>
          <w:lang w:val="en" w:eastAsia="en-IE"/>
        </w:rPr>
        <w:t>April 2017 @ 5pm</w:t>
      </w:r>
    </w:p>
    <w:p w14:paraId="56746AB3" w14:textId="77777777" w:rsidR="00187701" w:rsidRPr="00FD2AF9" w:rsidRDefault="00FD2AF9" w:rsidP="00187701">
      <w:pPr>
        <w:spacing w:after="100" w:afterAutospacing="1"/>
        <w:jc w:val="both"/>
      </w:pPr>
      <w:r>
        <w:rPr>
          <w:rFonts w:ascii="Tahoma" w:hAnsi="Tahoma" w:cs="Tahoma"/>
          <w:b/>
          <w:sz w:val="18"/>
          <w:szCs w:val="18"/>
          <w:lang w:val="en" w:eastAsia="en-IE"/>
        </w:rPr>
        <w:t>R</w:t>
      </w:r>
      <w:r w:rsidRPr="00FD2AF9">
        <w:rPr>
          <w:rFonts w:ascii="Tahoma" w:hAnsi="Tahoma" w:cs="Tahoma"/>
          <w:b/>
          <w:sz w:val="18"/>
          <w:szCs w:val="18"/>
          <w:lang w:val="en" w:eastAsia="en-IE"/>
        </w:rPr>
        <w:t xml:space="preserve">eturn </w:t>
      </w:r>
      <w:r w:rsidR="0006561F">
        <w:rPr>
          <w:rFonts w:ascii="Tahoma" w:hAnsi="Tahoma" w:cs="Tahoma"/>
          <w:b/>
          <w:sz w:val="18"/>
          <w:szCs w:val="18"/>
          <w:lang w:val="en" w:eastAsia="en-IE"/>
        </w:rPr>
        <w:t xml:space="preserve">Forms </w:t>
      </w:r>
      <w:r w:rsidRPr="00FD2AF9">
        <w:rPr>
          <w:rFonts w:ascii="Tahoma" w:hAnsi="Tahoma" w:cs="Tahoma"/>
          <w:b/>
          <w:sz w:val="18"/>
          <w:szCs w:val="18"/>
          <w:lang w:val="en" w:eastAsia="en-IE"/>
        </w:rPr>
        <w:t>to:</w:t>
      </w:r>
      <w:r w:rsidRPr="00FD2AF9">
        <w:rPr>
          <w:rFonts w:ascii="Tahoma" w:hAnsi="Tahoma" w:cs="Tahoma"/>
          <w:sz w:val="18"/>
          <w:szCs w:val="18"/>
          <w:lang w:val="en" w:eastAsia="en-IE"/>
        </w:rPr>
        <w:tab/>
        <w:t>Adrienne Harding, Access Officer</w:t>
      </w:r>
      <w:r w:rsidR="00187701" w:rsidRPr="00FD2AF9">
        <w:rPr>
          <w:rFonts w:ascii="Tahoma" w:hAnsi="Tahoma" w:cs="Tahoma"/>
          <w:sz w:val="18"/>
          <w:szCs w:val="18"/>
          <w:lang w:val="en" w:eastAsia="en-IE"/>
        </w:rPr>
        <w:t xml:space="preserve">, ITB, Blanchardstown Road North, Blanchardstown, </w:t>
      </w:r>
      <w:r w:rsidR="0006561F">
        <w:rPr>
          <w:rFonts w:ascii="Tahoma" w:hAnsi="Tahoma" w:cs="Tahoma"/>
          <w:sz w:val="18"/>
          <w:szCs w:val="18"/>
          <w:lang w:val="en" w:eastAsia="en-IE"/>
        </w:rPr>
        <w:t>D15 YV78</w:t>
      </w:r>
      <w:r w:rsidR="00187701" w:rsidRPr="00FD2AF9">
        <w:rPr>
          <w:rFonts w:ascii="Tahoma" w:hAnsi="Tahoma" w:cs="Tahoma"/>
          <w:sz w:val="18"/>
          <w:szCs w:val="18"/>
          <w:lang w:val="en" w:eastAsia="en-IE"/>
        </w:rPr>
        <w:t xml:space="preserve"> </w:t>
      </w:r>
    </w:p>
    <w:p w14:paraId="4B2E4139" w14:textId="77777777" w:rsidR="00187701" w:rsidRDefault="00187701" w:rsidP="00187701"/>
    <w:tbl>
      <w:tblPr>
        <w:tblW w:w="499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13"/>
        <w:gridCol w:w="3401"/>
        <w:gridCol w:w="1560"/>
        <w:gridCol w:w="3686"/>
      </w:tblGrid>
      <w:tr w:rsidR="00187701" w:rsidRPr="002A733C" w14:paraId="4CB69664" w14:textId="77777777" w:rsidTr="00A81E30">
        <w:trPr>
          <w:trHeight w:hRule="exact" w:val="288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890CA3" w14:textId="77777777" w:rsidR="00187701" w:rsidRPr="00AA7471" w:rsidRDefault="00187701" w:rsidP="00037266">
            <w:pPr>
              <w:pStyle w:val="Heading1"/>
            </w:pPr>
            <w:r w:rsidRPr="00AA7471">
              <w:t>Applicant Information</w:t>
            </w:r>
          </w:p>
        </w:tc>
      </w:tr>
      <w:tr w:rsidR="00187701" w:rsidRPr="002A733C" w14:paraId="183105C8" w14:textId="77777777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579E" w14:textId="77777777" w:rsidR="00187701" w:rsidRPr="002A733C" w:rsidRDefault="00187701" w:rsidP="00037266">
            <w:r>
              <w:t>Surname: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0159" w14:textId="77777777" w:rsidR="00187701" w:rsidRPr="002A733C" w:rsidRDefault="00187701" w:rsidP="00A81E3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689B" w14:textId="77777777" w:rsidR="00187701" w:rsidRPr="002A733C" w:rsidRDefault="00187701" w:rsidP="00037266">
            <w:r>
              <w:t>First Name: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E1C5" w14:textId="77777777" w:rsidR="00187701" w:rsidRPr="002A733C" w:rsidRDefault="00187701" w:rsidP="00A81E30"/>
        </w:tc>
      </w:tr>
      <w:tr w:rsidR="00187701" w:rsidRPr="002A733C" w14:paraId="13056C66" w14:textId="77777777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7A83" w14:textId="77777777" w:rsidR="00187701" w:rsidRPr="002A733C" w:rsidRDefault="00187701" w:rsidP="00037266">
            <w:r>
              <w:t>Address: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B78D" w14:textId="77777777" w:rsidR="00187701" w:rsidRPr="002A733C" w:rsidRDefault="00187701" w:rsidP="00A81E30"/>
        </w:tc>
      </w:tr>
      <w:tr w:rsidR="00A81E30" w:rsidRPr="002A733C" w14:paraId="4F764AE3" w14:textId="77777777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462B" w14:textId="77777777" w:rsidR="00A81E30" w:rsidRPr="002A733C" w:rsidRDefault="00A81E30" w:rsidP="003B430E">
            <w:r>
              <w:t>Date of Birth: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B38B" w14:textId="77777777" w:rsidR="00A81E30" w:rsidRPr="002A733C" w:rsidRDefault="00A81E30" w:rsidP="003B43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9FC1" w14:textId="77777777" w:rsidR="00A81E30" w:rsidRPr="002A733C" w:rsidRDefault="00FD2AF9" w:rsidP="003B430E">
            <w:r>
              <w:t>CAO</w:t>
            </w:r>
            <w:r w:rsidR="00A81E30">
              <w:t xml:space="preserve"> No: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9B29" w14:textId="77777777" w:rsidR="00A81E30" w:rsidRPr="002A733C" w:rsidRDefault="00A81E30" w:rsidP="003B430E"/>
        </w:tc>
      </w:tr>
      <w:tr w:rsidR="00A81E30" w:rsidRPr="002A733C" w14:paraId="21920D9C" w14:textId="77777777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BBE3" w14:textId="77777777" w:rsidR="00A81E30" w:rsidRPr="002A733C" w:rsidRDefault="00FD2AF9" w:rsidP="003B430E">
            <w:r>
              <w:t>Phone</w:t>
            </w:r>
            <w:r w:rsidR="00A81E30">
              <w:t xml:space="preserve"> Number: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A9A3" w14:textId="77777777" w:rsidR="00A81E30" w:rsidRPr="002A733C" w:rsidRDefault="00A81E30" w:rsidP="003B43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B891" w14:textId="77777777" w:rsidR="00A81E30" w:rsidRPr="002A733C" w:rsidRDefault="00A81E30" w:rsidP="003B430E">
            <w:r>
              <w:t>Email Address: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7129" w14:textId="77777777" w:rsidR="00A81E30" w:rsidRPr="002A733C" w:rsidRDefault="00A81E30" w:rsidP="003B430E"/>
        </w:tc>
      </w:tr>
      <w:tr w:rsidR="00187701" w:rsidRPr="002A733C" w14:paraId="56803E7E" w14:textId="77777777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D9BB" w14:textId="77777777" w:rsidR="00187701" w:rsidRDefault="00187701" w:rsidP="00037266">
            <w:r>
              <w:t>Medical Card?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E6C0" w14:textId="77777777" w:rsidR="00187701" w:rsidRDefault="00FD2AF9" w:rsidP="00FD2AF9">
            <w:r>
              <w:t xml:space="preserve">        </w:t>
            </w:r>
            <w:r w:rsidR="00187701" w:rsidRPr="002A733C">
              <w:t>YES</w:t>
            </w:r>
            <w:r w:rsidR="00187701">
              <w:t xml:space="preserve">  </w:t>
            </w:r>
            <w:r w:rsidR="00BE7C47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7C47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="00BE7C47" w:rsidRPr="00645A41">
              <w:rPr>
                <w:rStyle w:val="CheckBoxChar"/>
                <w:color w:val="auto"/>
              </w:rPr>
              <w:fldChar w:fldCharType="end"/>
            </w:r>
            <w:r w:rsidR="00187701">
              <w:rPr>
                <w:rStyle w:val="CheckBoxChar"/>
              </w:rPr>
              <w:t xml:space="preserve">                       </w:t>
            </w:r>
            <w:r w:rsidR="00187701">
              <w:t xml:space="preserve">NO  </w:t>
            </w:r>
            <w:r w:rsidR="00BE7C47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7C47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="00BE7C47" w:rsidRPr="00645A41">
              <w:rPr>
                <w:rStyle w:val="CheckBoxChar"/>
                <w:color w:val="auto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2B7D" w14:textId="77777777" w:rsidR="00187701" w:rsidRDefault="00187701" w:rsidP="00037266">
            <w:r>
              <w:t>Medical Card No: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4F25" w14:textId="77777777" w:rsidR="00187701" w:rsidRDefault="00187701" w:rsidP="00037266"/>
        </w:tc>
      </w:tr>
      <w:tr w:rsidR="00187701" w:rsidRPr="00645A41" w14:paraId="087099F3" w14:textId="77777777" w:rsidTr="00FD2AF9">
        <w:trPr>
          <w:trHeight w:hRule="exact" w:val="965"/>
        </w:trPr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51E0" w14:textId="77777777" w:rsidR="00FD2AF9" w:rsidRPr="00FD2AF9" w:rsidRDefault="00187701" w:rsidP="00037266">
            <w:pPr>
              <w:rPr>
                <w:sz w:val="10"/>
              </w:rPr>
            </w:pPr>
            <w:r w:rsidRPr="00645A41">
              <w:t>Have you applied to the HEAR Scheme</w:t>
            </w:r>
            <w:r w:rsidR="00FD2AF9">
              <w:t>, and submitted your supporting financial documentation</w:t>
            </w:r>
            <w:r w:rsidRPr="00645A41">
              <w:t xml:space="preserve">?    </w:t>
            </w:r>
            <w:r w:rsidR="00FD2AF9">
              <w:br/>
            </w:r>
          </w:p>
          <w:p w14:paraId="0853B9A6" w14:textId="77777777" w:rsidR="00187701" w:rsidRPr="00645A41" w:rsidRDefault="00187701" w:rsidP="00037266">
            <w:r>
              <w:t>Please tick:</w:t>
            </w:r>
            <w:r w:rsidR="00FD2AF9">
              <w:t xml:space="preserve">  </w:t>
            </w:r>
            <w:r w:rsidR="00FD2AF9" w:rsidRPr="00645A41">
              <w:t xml:space="preserve">YES  </w:t>
            </w:r>
            <w:r w:rsidR="00FD2AF9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2AF9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="00FD2AF9" w:rsidRPr="00645A41">
              <w:rPr>
                <w:rStyle w:val="CheckBoxChar"/>
                <w:color w:val="auto"/>
              </w:rPr>
              <w:fldChar w:fldCharType="end"/>
            </w:r>
            <w:r w:rsidR="00FD2AF9" w:rsidRPr="00645A41">
              <w:rPr>
                <w:rStyle w:val="CheckBoxChar"/>
                <w:color w:val="auto"/>
              </w:rPr>
              <w:t xml:space="preserve">                            </w:t>
            </w:r>
            <w:r w:rsidR="00FD2AF9" w:rsidRPr="00645A41">
              <w:t xml:space="preserve">NO  </w:t>
            </w:r>
            <w:r w:rsidR="00FD2AF9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2AF9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="00FD2AF9" w:rsidRPr="00645A41">
              <w:rPr>
                <w:rStyle w:val="CheckBoxChar"/>
                <w:color w:val="auto"/>
              </w:rPr>
              <w:fldChar w:fldCharType="end"/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BC6C" w14:textId="77777777" w:rsidR="00FD2AF9" w:rsidRDefault="00FD2AF9" w:rsidP="00FD2AF9">
            <w:pPr>
              <w:spacing w:line="276" w:lineRule="auto"/>
            </w:pPr>
            <w:r>
              <w:t xml:space="preserve">ITB welcomes applications from members of the Traveller Community and are working to increase access rates at third level.  If you are a member of the Traveller </w:t>
            </w:r>
            <w:r w:rsidR="009A454C">
              <w:t>Community,</w:t>
            </w:r>
            <w:r>
              <w:t xml:space="preserve"> please tick this box.       </w:t>
            </w:r>
            <w:r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645A41">
              <w:rPr>
                <w:rStyle w:val="CheckBoxChar"/>
                <w:color w:val="auto"/>
              </w:rPr>
              <w:fldChar w:fldCharType="end"/>
            </w:r>
            <w:r>
              <w:t xml:space="preserve">  </w:t>
            </w:r>
          </w:p>
          <w:p w14:paraId="6A1A27AA" w14:textId="77777777" w:rsidR="00187701" w:rsidRPr="00645A41" w:rsidRDefault="00FD2AF9" w:rsidP="00FD2AF9">
            <w:r w:rsidRPr="00FD2AF9">
              <w:rPr>
                <w:sz w:val="4"/>
              </w:rPr>
              <w:t xml:space="preserve"> </w:t>
            </w:r>
            <w:r>
              <w:t xml:space="preserve">                       </w:t>
            </w:r>
          </w:p>
        </w:tc>
      </w:tr>
    </w:tbl>
    <w:p w14:paraId="62CEB60C" w14:textId="77777777" w:rsidR="00187701" w:rsidRDefault="00187701" w:rsidP="0018770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2972"/>
        <w:gridCol w:w="851"/>
        <w:gridCol w:w="1701"/>
        <w:gridCol w:w="2126"/>
        <w:gridCol w:w="2420"/>
      </w:tblGrid>
      <w:tr w:rsidR="00187701" w:rsidRPr="002A733C" w14:paraId="6944E97F" w14:textId="77777777" w:rsidTr="00037266">
        <w:trPr>
          <w:trHeight w:hRule="exact" w:val="686"/>
        </w:trPr>
        <w:tc>
          <w:tcPr>
            <w:tcW w:w="10070" w:type="dxa"/>
            <w:gridSpan w:val="5"/>
            <w:shd w:val="clear" w:color="auto" w:fill="D9D9D9" w:themeFill="background1" w:themeFillShade="D9"/>
            <w:vAlign w:val="center"/>
          </w:tcPr>
          <w:p w14:paraId="2F2AE219" w14:textId="77777777" w:rsidR="00187701" w:rsidRDefault="00187701" w:rsidP="00037266">
            <w:pPr>
              <w:pStyle w:val="Heading1"/>
            </w:pPr>
            <w:r>
              <w:t xml:space="preserve">Family  </w:t>
            </w:r>
          </w:p>
          <w:p w14:paraId="1B30969A" w14:textId="77777777" w:rsidR="0006561F" w:rsidRDefault="00187701" w:rsidP="0006561F">
            <w:r>
              <w:t>To determine your income limits we need to know the numb</w:t>
            </w:r>
            <w:r w:rsidR="0006561F">
              <w:t>er of dependents in your family.</w:t>
            </w:r>
          </w:p>
          <w:p w14:paraId="320E4A4B" w14:textId="77777777" w:rsidR="00187701" w:rsidRPr="00E57A13" w:rsidRDefault="00187701" w:rsidP="0006561F">
            <w:r>
              <w:t>(</w:t>
            </w:r>
            <w:r w:rsidR="0006561F">
              <w:t>Include</w:t>
            </w:r>
            <w:r>
              <w:t xml:space="preserve"> your parents</w:t>
            </w:r>
            <w:r w:rsidR="0006561F">
              <w:t xml:space="preserve"> and </w:t>
            </w:r>
            <w:r>
              <w:t>anyone under 16, or over 16 if still in fulltime education)</w:t>
            </w:r>
            <w:r w:rsidR="00A43412">
              <w:t>. Do not include yourself in this section.</w:t>
            </w:r>
          </w:p>
        </w:tc>
      </w:tr>
      <w:tr w:rsidR="00187701" w:rsidRPr="002A733C" w14:paraId="6D85FB23" w14:textId="77777777" w:rsidTr="00FD2AF9">
        <w:trPr>
          <w:trHeight w:hRule="exact" w:val="896"/>
        </w:trPr>
        <w:tc>
          <w:tcPr>
            <w:tcW w:w="2972" w:type="dxa"/>
            <w:vAlign w:val="center"/>
          </w:tcPr>
          <w:p w14:paraId="13BEAD91" w14:textId="77777777" w:rsidR="00187701" w:rsidRPr="002A733C" w:rsidRDefault="00187701" w:rsidP="00037266">
            <w:r>
              <w:t>Name of family member</w:t>
            </w:r>
          </w:p>
        </w:tc>
        <w:tc>
          <w:tcPr>
            <w:tcW w:w="851" w:type="dxa"/>
            <w:vAlign w:val="center"/>
          </w:tcPr>
          <w:p w14:paraId="151553E4" w14:textId="77777777" w:rsidR="00187701" w:rsidRPr="002A733C" w:rsidRDefault="00187701" w:rsidP="00037266">
            <w:r>
              <w:t>DOB</w:t>
            </w:r>
          </w:p>
        </w:tc>
        <w:tc>
          <w:tcPr>
            <w:tcW w:w="1701" w:type="dxa"/>
            <w:vAlign w:val="center"/>
          </w:tcPr>
          <w:p w14:paraId="6E401EDA" w14:textId="77777777" w:rsidR="00187701" w:rsidRPr="002A733C" w:rsidRDefault="00187701" w:rsidP="00FD2AF9">
            <w:r>
              <w:t xml:space="preserve">Relationship to </w:t>
            </w:r>
            <w:r w:rsidR="00FD2AF9">
              <w:t>you</w:t>
            </w:r>
          </w:p>
        </w:tc>
        <w:tc>
          <w:tcPr>
            <w:tcW w:w="2126" w:type="dxa"/>
            <w:vAlign w:val="center"/>
          </w:tcPr>
          <w:p w14:paraId="2CEC86E9" w14:textId="77777777" w:rsidR="00187701" w:rsidRPr="002A733C" w:rsidRDefault="00187701" w:rsidP="00037266">
            <w:r>
              <w:t>Highest level of education (i.e. junior cert, leaving cert, third level)</w:t>
            </w:r>
          </w:p>
        </w:tc>
        <w:tc>
          <w:tcPr>
            <w:tcW w:w="2420" w:type="dxa"/>
            <w:vAlign w:val="center"/>
          </w:tcPr>
          <w:p w14:paraId="090059E9" w14:textId="77777777" w:rsidR="00187701" w:rsidRPr="002A733C" w:rsidRDefault="00187701" w:rsidP="00037266">
            <w:r>
              <w:t>Currently Occupation or place of study</w:t>
            </w:r>
          </w:p>
        </w:tc>
      </w:tr>
      <w:tr w:rsidR="00187701" w:rsidRPr="002A733C" w14:paraId="2ED91E52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48005018" w14:textId="77777777" w:rsidR="00187701" w:rsidRDefault="00187701" w:rsidP="00037266"/>
        </w:tc>
        <w:tc>
          <w:tcPr>
            <w:tcW w:w="851" w:type="dxa"/>
            <w:vAlign w:val="center"/>
          </w:tcPr>
          <w:p w14:paraId="4F0D9597" w14:textId="77777777" w:rsidR="00187701" w:rsidRDefault="00187701" w:rsidP="00037266"/>
        </w:tc>
        <w:tc>
          <w:tcPr>
            <w:tcW w:w="1701" w:type="dxa"/>
            <w:vAlign w:val="center"/>
          </w:tcPr>
          <w:p w14:paraId="573098C5" w14:textId="77777777" w:rsidR="00187701" w:rsidRDefault="00187701" w:rsidP="00037266"/>
        </w:tc>
        <w:tc>
          <w:tcPr>
            <w:tcW w:w="2126" w:type="dxa"/>
            <w:vAlign w:val="center"/>
          </w:tcPr>
          <w:p w14:paraId="7E61B260" w14:textId="77777777" w:rsidR="00187701" w:rsidRDefault="00187701" w:rsidP="00037266"/>
        </w:tc>
        <w:tc>
          <w:tcPr>
            <w:tcW w:w="2420" w:type="dxa"/>
            <w:vAlign w:val="center"/>
          </w:tcPr>
          <w:p w14:paraId="050513E6" w14:textId="77777777" w:rsidR="00187701" w:rsidRDefault="00187701" w:rsidP="00037266"/>
        </w:tc>
      </w:tr>
      <w:tr w:rsidR="00187701" w:rsidRPr="002A733C" w14:paraId="351F6482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5A6CF95E" w14:textId="77777777" w:rsidR="00187701" w:rsidRDefault="00187701" w:rsidP="00037266"/>
        </w:tc>
        <w:tc>
          <w:tcPr>
            <w:tcW w:w="851" w:type="dxa"/>
            <w:vAlign w:val="center"/>
          </w:tcPr>
          <w:p w14:paraId="21A7733A" w14:textId="77777777" w:rsidR="00187701" w:rsidRDefault="00187701" w:rsidP="00037266"/>
        </w:tc>
        <w:tc>
          <w:tcPr>
            <w:tcW w:w="1701" w:type="dxa"/>
            <w:vAlign w:val="center"/>
          </w:tcPr>
          <w:p w14:paraId="2FFC3703" w14:textId="77777777" w:rsidR="00187701" w:rsidRDefault="00187701" w:rsidP="00037266"/>
        </w:tc>
        <w:tc>
          <w:tcPr>
            <w:tcW w:w="2126" w:type="dxa"/>
            <w:vAlign w:val="center"/>
          </w:tcPr>
          <w:p w14:paraId="79D737BE" w14:textId="77777777" w:rsidR="00187701" w:rsidRDefault="00187701" w:rsidP="00037266"/>
        </w:tc>
        <w:tc>
          <w:tcPr>
            <w:tcW w:w="2420" w:type="dxa"/>
            <w:vAlign w:val="center"/>
          </w:tcPr>
          <w:p w14:paraId="50826311" w14:textId="77777777" w:rsidR="00187701" w:rsidRDefault="00187701" w:rsidP="00037266"/>
        </w:tc>
      </w:tr>
      <w:tr w:rsidR="00187701" w:rsidRPr="002A733C" w14:paraId="6EA56D14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105FA732" w14:textId="77777777" w:rsidR="00187701" w:rsidRDefault="00187701" w:rsidP="00037266"/>
        </w:tc>
        <w:tc>
          <w:tcPr>
            <w:tcW w:w="851" w:type="dxa"/>
            <w:vAlign w:val="center"/>
          </w:tcPr>
          <w:p w14:paraId="409DE615" w14:textId="77777777" w:rsidR="00187701" w:rsidRDefault="00187701" w:rsidP="00037266"/>
        </w:tc>
        <w:tc>
          <w:tcPr>
            <w:tcW w:w="1701" w:type="dxa"/>
            <w:vAlign w:val="center"/>
          </w:tcPr>
          <w:p w14:paraId="049080F5" w14:textId="77777777" w:rsidR="00187701" w:rsidRDefault="00187701" w:rsidP="00037266"/>
        </w:tc>
        <w:tc>
          <w:tcPr>
            <w:tcW w:w="2126" w:type="dxa"/>
            <w:vAlign w:val="center"/>
          </w:tcPr>
          <w:p w14:paraId="36AFFBDD" w14:textId="77777777" w:rsidR="00187701" w:rsidRDefault="00187701" w:rsidP="00037266"/>
        </w:tc>
        <w:tc>
          <w:tcPr>
            <w:tcW w:w="2420" w:type="dxa"/>
            <w:vAlign w:val="center"/>
          </w:tcPr>
          <w:p w14:paraId="185E245B" w14:textId="77777777" w:rsidR="00187701" w:rsidRDefault="00187701" w:rsidP="00037266"/>
        </w:tc>
      </w:tr>
      <w:tr w:rsidR="00187701" w:rsidRPr="002A733C" w14:paraId="3E7844E0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5B56970B" w14:textId="77777777" w:rsidR="00187701" w:rsidRDefault="00187701" w:rsidP="00037266"/>
        </w:tc>
        <w:tc>
          <w:tcPr>
            <w:tcW w:w="851" w:type="dxa"/>
            <w:vAlign w:val="center"/>
          </w:tcPr>
          <w:p w14:paraId="23ED67BA" w14:textId="77777777" w:rsidR="00187701" w:rsidRDefault="00187701" w:rsidP="00037266"/>
        </w:tc>
        <w:tc>
          <w:tcPr>
            <w:tcW w:w="1701" w:type="dxa"/>
            <w:vAlign w:val="center"/>
          </w:tcPr>
          <w:p w14:paraId="65B0FF2B" w14:textId="77777777" w:rsidR="00187701" w:rsidRDefault="00187701" w:rsidP="00037266"/>
        </w:tc>
        <w:tc>
          <w:tcPr>
            <w:tcW w:w="2126" w:type="dxa"/>
            <w:vAlign w:val="center"/>
          </w:tcPr>
          <w:p w14:paraId="523A0217" w14:textId="77777777" w:rsidR="00187701" w:rsidRDefault="00187701" w:rsidP="00037266"/>
        </w:tc>
        <w:tc>
          <w:tcPr>
            <w:tcW w:w="2420" w:type="dxa"/>
            <w:vAlign w:val="center"/>
          </w:tcPr>
          <w:p w14:paraId="166F14A9" w14:textId="77777777" w:rsidR="00187701" w:rsidRDefault="00187701" w:rsidP="00037266"/>
        </w:tc>
      </w:tr>
      <w:tr w:rsidR="00187701" w:rsidRPr="002A733C" w14:paraId="25C67BAB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26F72908" w14:textId="77777777" w:rsidR="00187701" w:rsidRDefault="00187701" w:rsidP="00037266"/>
        </w:tc>
        <w:tc>
          <w:tcPr>
            <w:tcW w:w="851" w:type="dxa"/>
            <w:vAlign w:val="center"/>
          </w:tcPr>
          <w:p w14:paraId="72EDE1B5" w14:textId="77777777" w:rsidR="00187701" w:rsidRDefault="00187701" w:rsidP="00037266"/>
        </w:tc>
        <w:tc>
          <w:tcPr>
            <w:tcW w:w="1701" w:type="dxa"/>
            <w:vAlign w:val="center"/>
          </w:tcPr>
          <w:p w14:paraId="2AF8D9BC" w14:textId="77777777" w:rsidR="00187701" w:rsidRDefault="00187701" w:rsidP="00037266"/>
        </w:tc>
        <w:tc>
          <w:tcPr>
            <w:tcW w:w="2126" w:type="dxa"/>
            <w:vAlign w:val="center"/>
          </w:tcPr>
          <w:p w14:paraId="27C5DA3D" w14:textId="77777777" w:rsidR="00187701" w:rsidRDefault="00187701" w:rsidP="00037266"/>
        </w:tc>
        <w:tc>
          <w:tcPr>
            <w:tcW w:w="2420" w:type="dxa"/>
            <w:vAlign w:val="center"/>
          </w:tcPr>
          <w:p w14:paraId="6C5220F0" w14:textId="77777777" w:rsidR="00187701" w:rsidRDefault="00187701" w:rsidP="00037266"/>
        </w:tc>
      </w:tr>
      <w:tr w:rsidR="00187701" w:rsidRPr="002A733C" w14:paraId="72959AC4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4A8318ED" w14:textId="77777777" w:rsidR="00187701" w:rsidRDefault="00187701" w:rsidP="00037266"/>
        </w:tc>
        <w:tc>
          <w:tcPr>
            <w:tcW w:w="851" w:type="dxa"/>
            <w:vAlign w:val="center"/>
          </w:tcPr>
          <w:p w14:paraId="226012B8" w14:textId="77777777" w:rsidR="00187701" w:rsidRDefault="00187701" w:rsidP="00037266"/>
        </w:tc>
        <w:tc>
          <w:tcPr>
            <w:tcW w:w="1701" w:type="dxa"/>
            <w:vAlign w:val="center"/>
          </w:tcPr>
          <w:p w14:paraId="5ABACF6B" w14:textId="77777777" w:rsidR="00187701" w:rsidRDefault="00187701" w:rsidP="00037266"/>
        </w:tc>
        <w:tc>
          <w:tcPr>
            <w:tcW w:w="2126" w:type="dxa"/>
            <w:vAlign w:val="center"/>
          </w:tcPr>
          <w:p w14:paraId="4BB42D03" w14:textId="77777777" w:rsidR="00187701" w:rsidRDefault="00187701" w:rsidP="00037266"/>
        </w:tc>
        <w:tc>
          <w:tcPr>
            <w:tcW w:w="2420" w:type="dxa"/>
            <w:vAlign w:val="center"/>
          </w:tcPr>
          <w:p w14:paraId="5A2FB091" w14:textId="77777777" w:rsidR="00187701" w:rsidRDefault="00187701" w:rsidP="00037266"/>
        </w:tc>
      </w:tr>
      <w:tr w:rsidR="00187701" w:rsidRPr="002A733C" w14:paraId="35AC4E95" w14:textId="77777777" w:rsidTr="00FD2AF9">
        <w:trPr>
          <w:trHeight w:hRule="exact" w:val="403"/>
        </w:trPr>
        <w:tc>
          <w:tcPr>
            <w:tcW w:w="2972" w:type="dxa"/>
            <w:vAlign w:val="center"/>
          </w:tcPr>
          <w:p w14:paraId="705F4736" w14:textId="77777777" w:rsidR="00187701" w:rsidRDefault="00187701" w:rsidP="00037266"/>
        </w:tc>
        <w:tc>
          <w:tcPr>
            <w:tcW w:w="851" w:type="dxa"/>
            <w:vAlign w:val="center"/>
          </w:tcPr>
          <w:p w14:paraId="123BE61F" w14:textId="77777777" w:rsidR="00187701" w:rsidRDefault="00187701" w:rsidP="00037266"/>
        </w:tc>
        <w:tc>
          <w:tcPr>
            <w:tcW w:w="1701" w:type="dxa"/>
            <w:vAlign w:val="center"/>
          </w:tcPr>
          <w:p w14:paraId="1EF7DE59" w14:textId="77777777" w:rsidR="00187701" w:rsidRDefault="00187701" w:rsidP="00037266"/>
        </w:tc>
        <w:tc>
          <w:tcPr>
            <w:tcW w:w="2126" w:type="dxa"/>
            <w:vAlign w:val="center"/>
          </w:tcPr>
          <w:p w14:paraId="2619C0D2" w14:textId="77777777" w:rsidR="00187701" w:rsidRDefault="00187701" w:rsidP="00037266"/>
        </w:tc>
        <w:tc>
          <w:tcPr>
            <w:tcW w:w="2420" w:type="dxa"/>
            <w:vAlign w:val="center"/>
          </w:tcPr>
          <w:p w14:paraId="4506EC84" w14:textId="77777777" w:rsidR="00187701" w:rsidRDefault="00187701" w:rsidP="00037266"/>
        </w:tc>
      </w:tr>
    </w:tbl>
    <w:p w14:paraId="2E4F80AC" w14:textId="77777777" w:rsidR="00187701" w:rsidRDefault="00187701" w:rsidP="00187701">
      <w:pPr>
        <w:rPr>
          <w:b/>
          <w:caps/>
        </w:rPr>
      </w:pPr>
    </w:p>
    <w:p w14:paraId="3B081875" w14:textId="77777777" w:rsidR="00187701" w:rsidRDefault="00187701" w:rsidP="0018770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704"/>
        <w:gridCol w:w="708"/>
        <w:gridCol w:w="3401"/>
        <w:gridCol w:w="569"/>
        <w:gridCol w:w="708"/>
        <w:gridCol w:w="1559"/>
        <w:gridCol w:w="2411"/>
        <w:gridCol w:w="10"/>
      </w:tblGrid>
      <w:tr w:rsidR="00187701" w:rsidRPr="002A733C" w14:paraId="5ADFC1B7" w14:textId="77777777" w:rsidTr="00037266">
        <w:trPr>
          <w:gridAfter w:val="1"/>
          <w:wAfter w:w="10" w:type="dxa"/>
          <w:trHeight w:hRule="exact" w:val="686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409F0F67" w14:textId="77777777" w:rsidR="00187701" w:rsidRDefault="00187701" w:rsidP="00037266">
            <w:pPr>
              <w:pStyle w:val="Heading1"/>
            </w:pPr>
            <w:r>
              <w:t>Course Choices</w:t>
            </w:r>
          </w:p>
          <w:p w14:paraId="311EC686" w14:textId="77777777" w:rsidR="00A81E30" w:rsidRPr="00FD2AF9" w:rsidRDefault="00187701" w:rsidP="00037266">
            <w:r>
              <w:t xml:space="preserve">Please list the ITB courses for which you are applying for under the REACH </w:t>
            </w:r>
            <w:r w:rsidRPr="00FD2AF9">
              <w:t xml:space="preserve">programme in order of preference (e.g. BN001).  </w:t>
            </w:r>
          </w:p>
          <w:p w14:paraId="04B2CFEF" w14:textId="77777777" w:rsidR="00187701" w:rsidRPr="00E57A13" w:rsidRDefault="00187701" w:rsidP="00037266">
            <w:r w:rsidRPr="00FD2AF9">
              <w:t>These courses must also be listed on your CAO application form.</w:t>
            </w:r>
          </w:p>
        </w:tc>
      </w:tr>
      <w:tr w:rsidR="00187701" w:rsidRPr="002A733C" w14:paraId="5EA68449" w14:textId="77777777" w:rsidTr="00A81E30">
        <w:trPr>
          <w:gridAfter w:val="1"/>
          <w:wAfter w:w="10" w:type="dxa"/>
          <w:trHeight w:hRule="exact" w:val="403"/>
        </w:trPr>
        <w:tc>
          <w:tcPr>
            <w:tcW w:w="4813" w:type="dxa"/>
            <w:gridSpan w:val="3"/>
            <w:vAlign w:val="center"/>
          </w:tcPr>
          <w:p w14:paraId="551764AB" w14:textId="77777777" w:rsidR="00187701" w:rsidRPr="00EC20EB" w:rsidRDefault="00187701" w:rsidP="00037266">
            <w:pPr>
              <w:rPr>
                <w:b/>
              </w:rPr>
            </w:pPr>
            <w:r w:rsidRPr="00EC20EB">
              <w:rPr>
                <w:b/>
              </w:rPr>
              <w:t>Level 6 / 7</w:t>
            </w:r>
          </w:p>
        </w:tc>
        <w:tc>
          <w:tcPr>
            <w:tcW w:w="5247" w:type="dxa"/>
            <w:gridSpan w:val="4"/>
            <w:vAlign w:val="center"/>
          </w:tcPr>
          <w:p w14:paraId="7D7DD021" w14:textId="77777777" w:rsidR="00187701" w:rsidRPr="00EC20EB" w:rsidRDefault="00187701" w:rsidP="00037266">
            <w:pPr>
              <w:rPr>
                <w:b/>
              </w:rPr>
            </w:pPr>
            <w:r w:rsidRPr="00EC20EB">
              <w:rPr>
                <w:b/>
              </w:rPr>
              <w:t>Level 8</w:t>
            </w:r>
          </w:p>
        </w:tc>
      </w:tr>
      <w:tr w:rsidR="00187701" w:rsidRPr="002A733C" w14:paraId="253CA11F" w14:textId="77777777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14:paraId="352DDFED" w14:textId="77777777" w:rsidR="00187701" w:rsidRPr="002A733C" w:rsidRDefault="00187701" w:rsidP="00037266">
            <w:r>
              <w:t>1</w:t>
            </w:r>
          </w:p>
        </w:tc>
        <w:tc>
          <w:tcPr>
            <w:tcW w:w="4109" w:type="dxa"/>
            <w:gridSpan w:val="2"/>
            <w:vAlign w:val="center"/>
          </w:tcPr>
          <w:p w14:paraId="3BF46728" w14:textId="77777777" w:rsidR="00187701" w:rsidRPr="002A733C" w:rsidRDefault="00187701" w:rsidP="00037266"/>
        </w:tc>
        <w:tc>
          <w:tcPr>
            <w:tcW w:w="569" w:type="dxa"/>
            <w:vAlign w:val="center"/>
          </w:tcPr>
          <w:p w14:paraId="2A263E20" w14:textId="77777777" w:rsidR="00187701" w:rsidRPr="002A733C" w:rsidRDefault="00187701" w:rsidP="00037266">
            <w:r>
              <w:t>1</w:t>
            </w:r>
          </w:p>
        </w:tc>
        <w:tc>
          <w:tcPr>
            <w:tcW w:w="4678" w:type="dxa"/>
            <w:gridSpan w:val="3"/>
            <w:vAlign w:val="center"/>
          </w:tcPr>
          <w:p w14:paraId="182A2E3D" w14:textId="77777777" w:rsidR="00187701" w:rsidRPr="002A733C" w:rsidRDefault="00187701" w:rsidP="00037266"/>
        </w:tc>
      </w:tr>
      <w:tr w:rsidR="00187701" w:rsidRPr="002A733C" w14:paraId="7E14BC94" w14:textId="77777777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14:paraId="21FDD644" w14:textId="77777777" w:rsidR="00187701" w:rsidRDefault="00187701" w:rsidP="00037266">
            <w:r>
              <w:t>2</w:t>
            </w:r>
          </w:p>
        </w:tc>
        <w:tc>
          <w:tcPr>
            <w:tcW w:w="4109" w:type="dxa"/>
            <w:gridSpan w:val="2"/>
            <w:vAlign w:val="center"/>
          </w:tcPr>
          <w:p w14:paraId="2211A46E" w14:textId="77777777" w:rsidR="00187701" w:rsidRPr="002A733C" w:rsidRDefault="00187701" w:rsidP="00037266"/>
        </w:tc>
        <w:tc>
          <w:tcPr>
            <w:tcW w:w="569" w:type="dxa"/>
            <w:vAlign w:val="center"/>
          </w:tcPr>
          <w:p w14:paraId="19DDCC81" w14:textId="77777777" w:rsidR="00187701" w:rsidRPr="002A733C" w:rsidRDefault="00187701" w:rsidP="00037266">
            <w:r>
              <w:t>2</w:t>
            </w:r>
          </w:p>
        </w:tc>
        <w:tc>
          <w:tcPr>
            <w:tcW w:w="4678" w:type="dxa"/>
            <w:gridSpan w:val="3"/>
            <w:vAlign w:val="center"/>
          </w:tcPr>
          <w:p w14:paraId="6CFB41B5" w14:textId="77777777" w:rsidR="00187701" w:rsidRPr="002A733C" w:rsidRDefault="00187701" w:rsidP="00037266"/>
        </w:tc>
      </w:tr>
      <w:tr w:rsidR="00187701" w:rsidRPr="002A733C" w14:paraId="09ADEA20" w14:textId="77777777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14:paraId="7C937578" w14:textId="77777777" w:rsidR="00187701" w:rsidRDefault="00187701" w:rsidP="00037266">
            <w:r>
              <w:t>3</w:t>
            </w:r>
          </w:p>
        </w:tc>
        <w:tc>
          <w:tcPr>
            <w:tcW w:w="4109" w:type="dxa"/>
            <w:gridSpan w:val="2"/>
            <w:vAlign w:val="center"/>
          </w:tcPr>
          <w:p w14:paraId="400E789A" w14:textId="77777777" w:rsidR="00187701" w:rsidRPr="002A733C" w:rsidRDefault="00187701" w:rsidP="00037266"/>
        </w:tc>
        <w:tc>
          <w:tcPr>
            <w:tcW w:w="569" w:type="dxa"/>
            <w:vAlign w:val="center"/>
          </w:tcPr>
          <w:p w14:paraId="0635771A" w14:textId="77777777" w:rsidR="00187701" w:rsidRPr="002A733C" w:rsidRDefault="00187701" w:rsidP="00037266">
            <w:r>
              <w:t>3</w:t>
            </w:r>
          </w:p>
        </w:tc>
        <w:tc>
          <w:tcPr>
            <w:tcW w:w="4678" w:type="dxa"/>
            <w:gridSpan w:val="3"/>
            <w:vAlign w:val="center"/>
          </w:tcPr>
          <w:p w14:paraId="4C26DB0A" w14:textId="77777777" w:rsidR="00187701" w:rsidRPr="002A733C" w:rsidRDefault="00187701" w:rsidP="00037266"/>
        </w:tc>
      </w:tr>
      <w:tr w:rsidR="00187701" w:rsidRPr="002A733C" w14:paraId="6C633301" w14:textId="77777777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14:paraId="6FFB78C8" w14:textId="77777777" w:rsidR="00187701" w:rsidRDefault="00187701" w:rsidP="00037266">
            <w:r>
              <w:t>4</w:t>
            </w:r>
          </w:p>
        </w:tc>
        <w:tc>
          <w:tcPr>
            <w:tcW w:w="4109" w:type="dxa"/>
            <w:gridSpan w:val="2"/>
            <w:vAlign w:val="center"/>
          </w:tcPr>
          <w:p w14:paraId="1D55827A" w14:textId="77777777" w:rsidR="00187701" w:rsidRPr="002A733C" w:rsidRDefault="00187701" w:rsidP="00037266"/>
        </w:tc>
        <w:tc>
          <w:tcPr>
            <w:tcW w:w="569" w:type="dxa"/>
            <w:vAlign w:val="center"/>
          </w:tcPr>
          <w:p w14:paraId="747B327F" w14:textId="77777777" w:rsidR="00187701" w:rsidRPr="002A733C" w:rsidRDefault="00187701" w:rsidP="00037266">
            <w:r>
              <w:t>4</w:t>
            </w:r>
          </w:p>
        </w:tc>
        <w:tc>
          <w:tcPr>
            <w:tcW w:w="4678" w:type="dxa"/>
            <w:gridSpan w:val="3"/>
            <w:vAlign w:val="center"/>
          </w:tcPr>
          <w:p w14:paraId="354D2A79" w14:textId="77777777" w:rsidR="00187701" w:rsidRPr="002A733C" w:rsidRDefault="00187701" w:rsidP="00037266"/>
        </w:tc>
      </w:tr>
      <w:tr w:rsidR="00187701" w:rsidRPr="002A733C" w14:paraId="20A17321" w14:textId="77777777" w:rsidTr="00037266">
        <w:trPr>
          <w:trHeight w:hRule="exact" w:val="686"/>
        </w:trPr>
        <w:tc>
          <w:tcPr>
            <w:tcW w:w="10070" w:type="dxa"/>
            <w:gridSpan w:val="8"/>
            <w:shd w:val="clear" w:color="auto" w:fill="D9D9D9" w:themeFill="background1" w:themeFillShade="D9"/>
            <w:vAlign w:val="center"/>
          </w:tcPr>
          <w:p w14:paraId="34A89F68" w14:textId="77777777" w:rsidR="00187701" w:rsidRDefault="00187701" w:rsidP="00037266">
            <w:pPr>
              <w:pStyle w:val="Heading1"/>
            </w:pPr>
            <w:r>
              <w:lastRenderedPageBreak/>
              <w:br w:type="page"/>
              <w:t>Second Level education</w:t>
            </w:r>
            <w:r w:rsidR="00B93626">
              <w:t xml:space="preserve">  </w:t>
            </w:r>
          </w:p>
          <w:p w14:paraId="43F81DF1" w14:textId="77777777" w:rsidR="00187701" w:rsidRPr="00E57A13" w:rsidRDefault="00B93626" w:rsidP="00FD2AF9">
            <w:r>
              <w:rPr>
                <w:rFonts w:ascii="Arial" w:eastAsia="Arial" w:hAnsi="Arial" w:cs="Arial"/>
                <w:lang w:val="en-IE"/>
              </w:rPr>
              <w:t>T</w:t>
            </w:r>
            <w:r>
              <w:rPr>
                <w:lang w:val="en-IE"/>
              </w:rPr>
              <w:t>his section is used to determine if you attended a DEIS School for 5 or more years at second le</w:t>
            </w:r>
            <w:r>
              <w:rPr>
                <w:rFonts w:ascii="Arial" w:eastAsia="Arial" w:hAnsi="Arial" w:cs="Arial"/>
                <w:lang w:val="en-IE"/>
              </w:rPr>
              <w:t>v</w:t>
            </w:r>
            <w:r>
              <w:rPr>
                <w:lang w:val="en-IE"/>
              </w:rPr>
              <w:t>el.</w:t>
            </w:r>
            <w:r w:rsidRPr="00E57A13">
              <w:t xml:space="preserve"> </w:t>
            </w:r>
          </w:p>
        </w:tc>
      </w:tr>
      <w:tr w:rsidR="00187701" w:rsidRPr="002A733C" w14:paraId="466CFF25" w14:textId="77777777" w:rsidTr="00A81E30">
        <w:trPr>
          <w:gridAfter w:val="1"/>
          <w:wAfter w:w="10" w:type="dxa"/>
          <w:trHeight w:hRule="exact" w:val="1010"/>
        </w:trPr>
        <w:tc>
          <w:tcPr>
            <w:tcW w:w="1412" w:type="dxa"/>
            <w:gridSpan w:val="2"/>
            <w:vAlign w:val="center"/>
          </w:tcPr>
          <w:p w14:paraId="6CCA84E3" w14:textId="77777777" w:rsidR="00187701" w:rsidRDefault="00187701" w:rsidP="00037266">
            <w:r>
              <w:t>Primary School:</w:t>
            </w:r>
          </w:p>
        </w:tc>
        <w:tc>
          <w:tcPr>
            <w:tcW w:w="4678" w:type="dxa"/>
            <w:gridSpan w:val="3"/>
            <w:vAlign w:val="center"/>
          </w:tcPr>
          <w:p w14:paraId="3058F8BE" w14:textId="77777777" w:rsidR="00187701" w:rsidRPr="002A733C" w:rsidRDefault="00187701" w:rsidP="00037266"/>
        </w:tc>
        <w:tc>
          <w:tcPr>
            <w:tcW w:w="1559" w:type="dxa"/>
            <w:vAlign w:val="center"/>
          </w:tcPr>
          <w:p w14:paraId="604B69A9" w14:textId="77777777" w:rsidR="00187701" w:rsidRDefault="00187701" w:rsidP="00037266">
            <w:r>
              <w:t>Years attended:</w:t>
            </w:r>
          </w:p>
        </w:tc>
        <w:tc>
          <w:tcPr>
            <w:tcW w:w="2411" w:type="dxa"/>
            <w:vAlign w:val="center"/>
          </w:tcPr>
          <w:p w14:paraId="48217407" w14:textId="77777777" w:rsidR="00187701" w:rsidRPr="002A733C" w:rsidRDefault="00187701" w:rsidP="00037266"/>
        </w:tc>
      </w:tr>
      <w:tr w:rsidR="00187701" w:rsidRPr="002A733C" w14:paraId="289F55C4" w14:textId="77777777" w:rsidTr="00A81E30">
        <w:trPr>
          <w:gridAfter w:val="1"/>
          <w:wAfter w:w="10" w:type="dxa"/>
          <w:trHeight w:hRule="exact" w:val="839"/>
        </w:trPr>
        <w:tc>
          <w:tcPr>
            <w:tcW w:w="1412" w:type="dxa"/>
            <w:gridSpan w:val="2"/>
            <w:vAlign w:val="center"/>
          </w:tcPr>
          <w:p w14:paraId="5E84F6AC" w14:textId="77777777" w:rsidR="00187701" w:rsidRDefault="00187701" w:rsidP="00037266">
            <w:r>
              <w:t>Secondary School:</w:t>
            </w:r>
          </w:p>
        </w:tc>
        <w:tc>
          <w:tcPr>
            <w:tcW w:w="4678" w:type="dxa"/>
            <w:gridSpan w:val="3"/>
            <w:vAlign w:val="center"/>
          </w:tcPr>
          <w:p w14:paraId="2DF80239" w14:textId="77777777" w:rsidR="00187701" w:rsidRPr="002A733C" w:rsidRDefault="00187701" w:rsidP="00037266"/>
        </w:tc>
        <w:tc>
          <w:tcPr>
            <w:tcW w:w="1559" w:type="dxa"/>
            <w:vAlign w:val="center"/>
          </w:tcPr>
          <w:p w14:paraId="1E7A011A" w14:textId="77777777" w:rsidR="00187701" w:rsidRDefault="00187701" w:rsidP="00037266">
            <w:r>
              <w:t>Years attended:</w:t>
            </w:r>
          </w:p>
        </w:tc>
        <w:tc>
          <w:tcPr>
            <w:tcW w:w="2411" w:type="dxa"/>
            <w:vAlign w:val="center"/>
          </w:tcPr>
          <w:p w14:paraId="4989055B" w14:textId="77777777" w:rsidR="00187701" w:rsidRPr="002A733C" w:rsidRDefault="00187701" w:rsidP="00037266"/>
        </w:tc>
      </w:tr>
    </w:tbl>
    <w:p w14:paraId="03AA14A7" w14:textId="77777777" w:rsidR="00187701" w:rsidRDefault="00187701" w:rsidP="00187701">
      <w:pPr>
        <w:rPr>
          <w:b/>
          <w:caps/>
        </w:rPr>
      </w:pPr>
    </w:p>
    <w:p w14:paraId="2EE6F2FB" w14:textId="77777777" w:rsidR="00187701" w:rsidRDefault="00187701" w:rsidP="0018770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070"/>
      </w:tblGrid>
      <w:tr w:rsidR="00187701" w:rsidRPr="002A733C" w14:paraId="00516C1D" w14:textId="77777777" w:rsidTr="00A81E30">
        <w:trPr>
          <w:trHeight w:hRule="exact" w:val="1023"/>
        </w:trPr>
        <w:tc>
          <w:tcPr>
            <w:tcW w:w="10070" w:type="dxa"/>
            <w:shd w:val="clear" w:color="auto" w:fill="D9D9D9" w:themeFill="background1" w:themeFillShade="D9"/>
            <w:vAlign w:val="center"/>
          </w:tcPr>
          <w:p w14:paraId="6D045661" w14:textId="77777777" w:rsidR="00187701" w:rsidRDefault="00187701" w:rsidP="00037266">
            <w:pPr>
              <w:pStyle w:val="Heading1"/>
            </w:pPr>
            <w:r>
              <w:t xml:space="preserve">pERSONAL STATEMENT </w:t>
            </w:r>
          </w:p>
          <w:p w14:paraId="5A72C737" w14:textId="77777777" w:rsidR="00A81E30" w:rsidRPr="002979C0" w:rsidRDefault="00A81E30" w:rsidP="00FD2AF9">
            <w:r>
              <w:t xml:space="preserve">Your statement should outline – </w:t>
            </w:r>
            <w:r w:rsidR="00187701" w:rsidRPr="002979C0">
              <w:t xml:space="preserve">Why you </w:t>
            </w:r>
            <w:r w:rsidR="002046D5">
              <w:t xml:space="preserve">want to </w:t>
            </w:r>
            <w:r>
              <w:t xml:space="preserve">study at third level, why you chose ITB, any obstacles you have faced e.g. economic, social, family </w:t>
            </w:r>
            <w:r w:rsidR="009A454C">
              <w:t>etc.</w:t>
            </w:r>
            <w:r>
              <w:t xml:space="preserve"> and any other information you would like to share to support your application.</w:t>
            </w:r>
            <w:r w:rsidR="00FD2AF9">
              <w:t xml:space="preserve">  An additional page may be attached.</w:t>
            </w:r>
          </w:p>
        </w:tc>
      </w:tr>
      <w:tr w:rsidR="002046D5" w:rsidRPr="00187701" w14:paraId="6A797833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53ED" w14:textId="77777777" w:rsidR="002046D5" w:rsidRPr="00187701" w:rsidRDefault="002046D5" w:rsidP="003B430E"/>
        </w:tc>
      </w:tr>
      <w:tr w:rsidR="002046D5" w:rsidRPr="00187701" w14:paraId="4CD8B311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213B" w14:textId="77777777" w:rsidR="002046D5" w:rsidRPr="00187701" w:rsidRDefault="002046D5" w:rsidP="003B430E"/>
        </w:tc>
      </w:tr>
      <w:tr w:rsidR="002046D5" w:rsidRPr="00187701" w14:paraId="1A7388D7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7CD3" w14:textId="77777777" w:rsidR="002046D5" w:rsidRPr="00187701" w:rsidRDefault="002046D5" w:rsidP="003B430E"/>
        </w:tc>
      </w:tr>
      <w:tr w:rsidR="002046D5" w:rsidRPr="00187701" w14:paraId="2F4E9777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5FF1" w14:textId="77777777" w:rsidR="002046D5" w:rsidRPr="00187701" w:rsidRDefault="002046D5" w:rsidP="003B430E"/>
        </w:tc>
      </w:tr>
      <w:tr w:rsidR="002046D5" w:rsidRPr="00187701" w14:paraId="5222F6F7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6DD2" w14:textId="77777777" w:rsidR="002046D5" w:rsidRPr="00187701" w:rsidRDefault="002046D5" w:rsidP="003B430E"/>
        </w:tc>
      </w:tr>
      <w:tr w:rsidR="002046D5" w:rsidRPr="00187701" w14:paraId="3CEDC161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4E4E" w14:textId="77777777" w:rsidR="002046D5" w:rsidRPr="00187701" w:rsidRDefault="002046D5" w:rsidP="003B430E"/>
        </w:tc>
      </w:tr>
      <w:tr w:rsidR="002046D5" w:rsidRPr="00187701" w14:paraId="62A1C824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852D" w14:textId="77777777" w:rsidR="002046D5" w:rsidRPr="00187701" w:rsidRDefault="002046D5" w:rsidP="003B430E"/>
        </w:tc>
      </w:tr>
      <w:tr w:rsidR="002046D5" w:rsidRPr="00187701" w14:paraId="43A0A9C7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0124" w14:textId="77777777" w:rsidR="002046D5" w:rsidRPr="00187701" w:rsidRDefault="002046D5" w:rsidP="003B430E"/>
        </w:tc>
      </w:tr>
      <w:tr w:rsidR="002046D5" w:rsidRPr="00187701" w14:paraId="1E42FD29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201F" w14:textId="77777777" w:rsidR="002046D5" w:rsidRPr="00187701" w:rsidRDefault="002046D5" w:rsidP="003B430E"/>
        </w:tc>
      </w:tr>
      <w:tr w:rsidR="002046D5" w:rsidRPr="00187701" w14:paraId="3A4AC9D1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D4B5" w14:textId="77777777" w:rsidR="002046D5" w:rsidRPr="00187701" w:rsidRDefault="002046D5" w:rsidP="003B430E"/>
        </w:tc>
      </w:tr>
      <w:tr w:rsidR="002046D5" w:rsidRPr="00187701" w14:paraId="7C470EC4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3B41" w14:textId="77777777" w:rsidR="002046D5" w:rsidRPr="00187701" w:rsidRDefault="002046D5" w:rsidP="003B430E"/>
        </w:tc>
      </w:tr>
      <w:tr w:rsidR="002046D5" w:rsidRPr="00187701" w14:paraId="3E702BE4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7375" w14:textId="77777777" w:rsidR="002046D5" w:rsidRPr="00187701" w:rsidRDefault="002046D5" w:rsidP="003B430E"/>
        </w:tc>
      </w:tr>
      <w:tr w:rsidR="002046D5" w:rsidRPr="00187701" w14:paraId="606D0B40" w14:textId="77777777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A23E" w14:textId="77777777" w:rsidR="002046D5" w:rsidRPr="00187701" w:rsidRDefault="002046D5" w:rsidP="003B430E"/>
        </w:tc>
      </w:tr>
    </w:tbl>
    <w:p w14:paraId="52557149" w14:textId="77777777" w:rsidR="00187701" w:rsidRPr="002E6E2C" w:rsidRDefault="00187701" w:rsidP="00187701">
      <w:pPr>
        <w:pStyle w:val="Italics"/>
        <w:rPr>
          <w:i w:val="0"/>
        </w:rPr>
      </w:pPr>
    </w:p>
    <w:p w14:paraId="32E7F1F6" w14:textId="77777777" w:rsidR="00187701" w:rsidRDefault="00187701" w:rsidP="00187701"/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86"/>
        <w:gridCol w:w="5896"/>
        <w:gridCol w:w="677"/>
        <w:gridCol w:w="2421"/>
      </w:tblGrid>
      <w:tr w:rsidR="00187701" w:rsidRPr="002A733C" w14:paraId="5D24674B" w14:textId="77777777" w:rsidTr="00037266">
        <w:trPr>
          <w:trHeight w:val="288"/>
          <w:jc w:val="center"/>
        </w:trPr>
        <w:tc>
          <w:tcPr>
            <w:tcW w:w="10080" w:type="dxa"/>
            <w:gridSpan w:val="4"/>
            <w:shd w:val="clear" w:color="auto" w:fill="D9D9D9" w:themeFill="background1" w:themeFillShade="D9"/>
            <w:vAlign w:val="center"/>
          </w:tcPr>
          <w:p w14:paraId="073A2830" w14:textId="77777777" w:rsidR="00187701" w:rsidRPr="00F264EB" w:rsidRDefault="00187701" w:rsidP="00037266">
            <w:pPr>
              <w:pStyle w:val="Heading1"/>
            </w:pPr>
            <w:r w:rsidRPr="00F264EB">
              <w:t>Disclaimer and Signature</w:t>
            </w:r>
          </w:p>
        </w:tc>
      </w:tr>
      <w:tr w:rsidR="00187701" w:rsidRPr="00645A41" w14:paraId="5B5D7F83" w14:textId="77777777" w:rsidTr="00037266">
        <w:trPr>
          <w:trHeight w:val="1008"/>
          <w:jc w:val="center"/>
        </w:trPr>
        <w:tc>
          <w:tcPr>
            <w:tcW w:w="10080" w:type="dxa"/>
            <w:gridSpan w:val="4"/>
            <w:vAlign w:val="center"/>
          </w:tcPr>
          <w:p w14:paraId="589B8861" w14:textId="77777777" w:rsidR="00EC20EB" w:rsidRPr="00EC20EB" w:rsidRDefault="00EC20EB" w:rsidP="00037266">
            <w:pPr>
              <w:pStyle w:val="Disclaimer"/>
              <w:rPr>
                <w:sz w:val="4"/>
              </w:rPr>
            </w:pPr>
          </w:p>
          <w:p w14:paraId="61CBCCCD" w14:textId="77777777" w:rsidR="00187701" w:rsidRPr="00645A41" w:rsidRDefault="00187701" w:rsidP="00037266">
            <w:pPr>
              <w:pStyle w:val="Disclaimer"/>
            </w:pPr>
            <w:r w:rsidRPr="00645A41">
              <w:t xml:space="preserve">I certify that my answers are true and complete to the best of my knowledge. </w:t>
            </w:r>
          </w:p>
          <w:p w14:paraId="627CACF6" w14:textId="77777777" w:rsidR="00187701" w:rsidRPr="00645A41" w:rsidRDefault="00187701" w:rsidP="00037266">
            <w:pPr>
              <w:pStyle w:val="Disclaimer"/>
            </w:pPr>
            <w:r w:rsidRPr="00645A41">
              <w:t>I consent that ITB may check my CAO application and access course choice information and any documentation submitted to support my application for the HEAR scheme.</w:t>
            </w:r>
          </w:p>
          <w:p w14:paraId="6404470F" w14:textId="77777777" w:rsidR="00187701" w:rsidRPr="00645A41" w:rsidRDefault="00187701" w:rsidP="00037266">
            <w:pPr>
              <w:pStyle w:val="Disclaimer"/>
            </w:pPr>
            <w:r w:rsidRPr="00645A41">
              <w:t>I understand that my application (and supporting documentation) may be reviewed by an independent advisor.</w:t>
            </w:r>
          </w:p>
          <w:p w14:paraId="132707A8" w14:textId="77777777" w:rsidR="00187701" w:rsidRPr="00645A41" w:rsidRDefault="00187701" w:rsidP="00037266">
            <w:pPr>
              <w:pStyle w:val="Disclaimer"/>
            </w:pPr>
            <w:r w:rsidRPr="00645A41">
              <w:t>I understand that some details on my application may be used for research purposes but that my name will never be used.</w:t>
            </w:r>
          </w:p>
        </w:tc>
      </w:tr>
      <w:tr w:rsidR="00187701" w:rsidRPr="002A733C" w14:paraId="24CFBC61" w14:textId="77777777" w:rsidTr="00037266">
        <w:trPr>
          <w:trHeight w:val="864"/>
          <w:jc w:val="center"/>
        </w:trPr>
        <w:tc>
          <w:tcPr>
            <w:tcW w:w="1086" w:type="dxa"/>
            <w:vAlign w:val="center"/>
          </w:tcPr>
          <w:p w14:paraId="2CF1A95F" w14:textId="77777777" w:rsidR="00187701" w:rsidRPr="002A733C" w:rsidRDefault="00187701" w:rsidP="00037266">
            <w:r w:rsidRPr="002A733C">
              <w:t>Signature</w:t>
            </w:r>
          </w:p>
        </w:tc>
        <w:tc>
          <w:tcPr>
            <w:tcW w:w="5896" w:type="dxa"/>
            <w:vAlign w:val="center"/>
          </w:tcPr>
          <w:p w14:paraId="4DFB60C0" w14:textId="77777777" w:rsidR="00187701" w:rsidRPr="002A733C" w:rsidRDefault="00187701" w:rsidP="00037266"/>
        </w:tc>
        <w:tc>
          <w:tcPr>
            <w:tcW w:w="677" w:type="dxa"/>
            <w:vAlign w:val="center"/>
          </w:tcPr>
          <w:p w14:paraId="3FBB8B47" w14:textId="77777777" w:rsidR="00187701" w:rsidRPr="002A733C" w:rsidRDefault="00187701" w:rsidP="00037266">
            <w:r w:rsidRPr="002A733C">
              <w:t>Date</w:t>
            </w:r>
          </w:p>
        </w:tc>
        <w:tc>
          <w:tcPr>
            <w:tcW w:w="2421" w:type="dxa"/>
            <w:vAlign w:val="center"/>
          </w:tcPr>
          <w:p w14:paraId="18DB015B" w14:textId="77777777" w:rsidR="00187701" w:rsidRPr="002A733C" w:rsidRDefault="00187701" w:rsidP="00037266"/>
        </w:tc>
      </w:tr>
    </w:tbl>
    <w:tbl>
      <w:tblPr>
        <w:tblStyle w:val="TableGrid"/>
        <w:tblW w:w="88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64"/>
        <w:gridCol w:w="4917"/>
      </w:tblGrid>
      <w:tr w:rsidR="006E394A" w14:paraId="3741FFC1" w14:textId="77777777" w:rsidTr="002046D5">
        <w:tc>
          <w:tcPr>
            <w:tcW w:w="12864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38"/>
              <w:gridCol w:w="3014"/>
            </w:tblGrid>
            <w:tr w:rsidR="00C701C1" w14:paraId="461AE392" w14:textId="77777777" w:rsidTr="00EC20EB">
              <w:tc>
                <w:tcPr>
                  <w:tcW w:w="6838" w:type="dxa"/>
                </w:tcPr>
                <w:p w14:paraId="507A912E" w14:textId="77777777" w:rsidR="00C701C1" w:rsidRPr="00D64567" w:rsidRDefault="00C701C1" w:rsidP="00C701C1">
                  <w:pPr>
                    <w:pStyle w:val="CompanyName"/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</w:pPr>
                </w:p>
                <w:p w14:paraId="0920778B" w14:textId="77777777" w:rsidR="00D64567" w:rsidRDefault="00C701C1" w:rsidP="00EC20EB">
                  <w:pPr>
                    <w:pStyle w:val="CompanyName"/>
                    <w:tabs>
                      <w:tab w:val="left" w:pos="-358"/>
                    </w:tabs>
                    <w:ind w:left="-74"/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</w:pPr>
                  <w:r w:rsidRP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 xml:space="preserve">ITB </w:t>
                  </w:r>
                  <w:r w:rsid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>REACH</w:t>
                  </w:r>
                  <w:r w:rsidR="00D64567" w:rsidRP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 xml:space="preserve"> Access</w:t>
                  </w:r>
                  <w:r w:rsid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 xml:space="preserve"> Programme </w:t>
                  </w:r>
                </w:p>
                <w:p w14:paraId="3D96BD34" w14:textId="77777777" w:rsidR="00C701C1" w:rsidRPr="002B32E6" w:rsidRDefault="00C701C1" w:rsidP="00EC20EB">
                  <w:pPr>
                    <w:pStyle w:val="CompanyName"/>
                    <w:tabs>
                      <w:tab w:val="left" w:pos="-358"/>
                    </w:tabs>
                    <w:ind w:left="-74"/>
                    <w:rPr>
                      <w:rStyle w:val="TitleChar"/>
                      <w:rFonts w:ascii="Tahoma" w:hAnsi="Tahoma"/>
                      <w:caps w:val="0"/>
                      <w:sz w:val="8"/>
                      <w:szCs w:val="28"/>
                    </w:rPr>
                  </w:pPr>
                </w:p>
                <w:p w14:paraId="5AE54616" w14:textId="77777777" w:rsidR="00C701C1" w:rsidRDefault="00C701C1" w:rsidP="00C701C1">
                  <w:pPr>
                    <w:pStyle w:val="CompanyName"/>
                    <w:rPr>
                      <w:b w:val="0"/>
                      <w:caps w:val="0"/>
                      <w:sz w:val="22"/>
                    </w:rPr>
                  </w:pPr>
                  <w:r w:rsidRPr="00C701C1">
                    <w:rPr>
                      <w:b w:val="0"/>
                      <w:caps w:val="0"/>
                      <w:sz w:val="22"/>
                    </w:rPr>
                    <w:t>Financial Information</w:t>
                  </w:r>
                </w:p>
                <w:p w14:paraId="28BE9DCC" w14:textId="77777777" w:rsidR="002B32E6" w:rsidRPr="002B32E6" w:rsidRDefault="002B32E6" w:rsidP="00C701C1">
                  <w:pPr>
                    <w:pStyle w:val="CompanyName"/>
                    <w:rPr>
                      <w:sz w:val="8"/>
                    </w:rPr>
                  </w:pPr>
                </w:p>
              </w:tc>
              <w:tc>
                <w:tcPr>
                  <w:tcW w:w="3014" w:type="dxa"/>
                </w:tcPr>
                <w:p w14:paraId="33B872DA" w14:textId="77777777" w:rsidR="00C701C1" w:rsidRDefault="00C701C1" w:rsidP="00C701C1">
                  <w:pPr>
                    <w:pStyle w:val="CompanyName"/>
                    <w:jc w:val="right"/>
                  </w:pPr>
                  <w:r w:rsidRPr="00F3220D">
                    <w:rPr>
                      <w:rFonts w:ascii="Calibri" w:hAnsi="Calibri" w:cs="Calibri"/>
                      <w:noProof/>
                      <w:lang w:val="en-IE" w:eastAsia="en-IE"/>
                    </w:rPr>
                    <w:drawing>
                      <wp:inline distT="0" distB="0" distL="0" distR="0" wp14:anchorId="4AA4A5F0" wp14:editId="297EC03B">
                        <wp:extent cx="1605517" cy="811380"/>
                        <wp:effectExtent l="0" t="0" r="0" b="8255"/>
                        <wp:docPr id="10" name="Picture 10" descr="ITB logo landscape B&amp;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TB logo landscape B&amp;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8644" cy="8180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9931BB" w14:textId="77777777" w:rsidR="006E394A" w:rsidRDefault="006E394A" w:rsidP="00C701C1">
            <w:pPr>
              <w:pStyle w:val="CompanyName"/>
              <w:jc w:val="right"/>
            </w:pPr>
          </w:p>
        </w:tc>
        <w:tc>
          <w:tcPr>
            <w:tcW w:w="4917" w:type="dxa"/>
          </w:tcPr>
          <w:p w14:paraId="601596AB" w14:textId="77777777" w:rsidR="006E394A" w:rsidRDefault="006E394A" w:rsidP="00D64FCA">
            <w:pPr>
              <w:pStyle w:val="Logo"/>
            </w:pPr>
            <w:r w:rsidRPr="00F3220D">
              <w:rPr>
                <w:rFonts w:ascii="Calibri" w:hAnsi="Calibri" w:cs="Calibri"/>
                <w:noProof/>
                <w:lang w:val="en-IE" w:eastAsia="en-IE"/>
              </w:rPr>
              <w:drawing>
                <wp:inline distT="0" distB="0" distL="0" distR="0" wp14:anchorId="7EA15B51" wp14:editId="0F3921FF">
                  <wp:extent cx="1605517" cy="811380"/>
                  <wp:effectExtent l="0" t="0" r="0" b="8255"/>
                  <wp:docPr id="6" name="Picture 6" descr="ITB logo landscape 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B logo landscape 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44" cy="81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070"/>
      </w:tblGrid>
      <w:tr w:rsidR="00187701" w:rsidRPr="00187701" w14:paraId="07DB5C51" w14:textId="77777777" w:rsidTr="002B32E6">
        <w:trPr>
          <w:trHeight w:hRule="exact" w:val="156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D5C96" w14:textId="77777777" w:rsidR="00CC7007" w:rsidRPr="002B32E6" w:rsidRDefault="00CC7007" w:rsidP="002046D5">
            <w:pPr>
              <w:rPr>
                <w:b/>
                <w:sz w:val="10"/>
                <w:szCs w:val="20"/>
              </w:rPr>
            </w:pPr>
          </w:p>
          <w:p w14:paraId="07D5DFA8" w14:textId="77777777" w:rsidR="00CC7007" w:rsidRPr="00187701" w:rsidRDefault="00CC7007" w:rsidP="00CC7007">
            <w:r>
              <w:rPr>
                <w:b/>
                <w:sz w:val="18"/>
                <w:szCs w:val="18"/>
              </w:rPr>
              <w:t xml:space="preserve">Have </w:t>
            </w:r>
            <w:r w:rsidR="00187701" w:rsidRPr="00CC7007">
              <w:rPr>
                <w:b/>
                <w:sz w:val="18"/>
                <w:szCs w:val="18"/>
              </w:rPr>
              <w:t>you have applied to the HEAR scheme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7007">
              <w:rPr>
                <w:b/>
                <w:sz w:val="18"/>
                <w:szCs w:val="18"/>
              </w:rPr>
              <w:t xml:space="preserve">and submitted your supporting financial </w:t>
            </w:r>
            <w:r w:rsidR="00D115FD">
              <w:rPr>
                <w:b/>
                <w:sz w:val="18"/>
                <w:szCs w:val="18"/>
              </w:rPr>
              <w:br/>
            </w:r>
            <w:r w:rsidRPr="00CC7007">
              <w:rPr>
                <w:b/>
                <w:sz w:val="18"/>
                <w:szCs w:val="18"/>
              </w:rPr>
              <w:t>documentation</w:t>
            </w:r>
            <w:r>
              <w:rPr>
                <w:b/>
                <w:sz w:val="18"/>
                <w:szCs w:val="18"/>
              </w:rPr>
              <w:t xml:space="preserve"> to the CAO</w:t>
            </w:r>
            <w:r w:rsidRPr="00CC7007">
              <w:rPr>
                <w:b/>
                <w:sz w:val="18"/>
                <w:szCs w:val="18"/>
              </w:rPr>
              <w:t>?</w:t>
            </w:r>
            <w:r w:rsidRPr="00645A41">
              <w:t xml:space="preserve">    </w:t>
            </w:r>
            <w:r w:rsidRPr="00187701">
              <w:t xml:space="preserve">  </w:t>
            </w:r>
            <w:r>
              <w:t xml:space="preserve">                             </w:t>
            </w:r>
            <w:r w:rsidR="00D115FD">
              <w:t xml:space="preserve"> </w:t>
            </w:r>
            <w:r>
              <w:t xml:space="preserve">                                                                               </w:t>
            </w:r>
            <w:r w:rsidRPr="00187701">
              <w:t xml:space="preserve">YES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 w:rsidRPr="00187701">
              <w:rPr>
                <w:rStyle w:val="CheckBoxChar"/>
                <w:color w:val="auto"/>
              </w:rPr>
              <w:t xml:space="preserve">      </w:t>
            </w:r>
            <w:r w:rsidRPr="00187701">
              <w:t xml:space="preserve">NO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</w:p>
          <w:p w14:paraId="32F1D892" w14:textId="77777777" w:rsidR="00CC7007" w:rsidRDefault="00CC7007" w:rsidP="002046D5">
            <w:pPr>
              <w:rPr>
                <w:b/>
                <w:sz w:val="18"/>
                <w:szCs w:val="18"/>
              </w:rPr>
            </w:pPr>
          </w:p>
          <w:p w14:paraId="030E16C9" w14:textId="77777777" w:rsidR="002046D5" w:rsidRPr="00187701" w:rsidRDefault="00CC7007" w:rsidP="002B32E6">
            <w:pPr>
              <w:jc w:val="center"/>
            </w:pPr>
            <w:r>
              <w:rPr>
                <w:b/>
                <w:sz w:val="18"/>
                <w:szCs w:val="18"/>
              </w:rPr>
              <w:t xml:space="preserve">If </w:t>
            </w:r>
            <w:r w:rsidRPr="00EC20EB">
              <w:rPr>
                <w:b/>
                <w:sz w:val="18"/>
                <w:szCs w:val="18"/>
                <w:u w:val="single"/>
              </w:rPr>
              <w:t>YES</w:t>
            </w:r>
            <w:r w:rsidR="00187701" w:rsidRPr="00CC7007">
              <w:rPr>
                <w:b/>
                <w:sz w:val="18"/>
                <w:szCs w:val="18"/>
              </w:rPr>
              <w:t>, you do not need to</w:t>
            </w:r>
            <w:r w:rsidR="001055F9" w:rsidRPr="00CC7007">
              <w:rPr>
                <w:b/>
                <w:sz w:val="18"/>
                <w:szCs w:val="18"/>
              </w:rPr>
              <w:t xml:space="preserve"> </w:t>
            </w:r>
            <w:r w:rsidR="00187701" w:rsidRPr="00CC7007">
              <w:rPr>
                <w:b/>
                <w:sz w:val="18"/>
                <w:szCs w:val="18"/>
              </w:rPr>
              <w:t>complete this section</w:t>
            </w:r>
            <w:r w:rsidR="00187701" w:rsidRPr="00CC7007">
              <w:rPr>
                <w:sz w:val="18"/>
                <w:szCs w:val="18"/>
              </w:rPr>
              <w:t>.</w:t>
            </w:r>
          </w:p>
          <w:p w14:paraId="4E8CC3E8" w14:textId="77777777" w:rsidR="00187701" w:rsidRPr="002B32E6" w:rsidRDefault="00187701" w:rsidP="002B32E6">
            <w:pPr>
              <w:jc w:val="center"/>
              <w:rPr>
                <w:sz w:val="12"/>
                <w:szCs w:val="20"/>
              </w:rPr>
            </w:pPr>
          </w:p>
          <w:p w14:paraId="09447F8B" w14:textId="77777777" w:rsidR="00187701" w:rsidRPr="00CC7007" w:rsidRDefault="00187701" w:rsidP="002B32E6">
            <w:pPr>
              <w:jc w:val="center"/>
              <w:rPr>
                <w:b/>
                <w:sz w:val="18"/>
                <w:szCs w:val="18"/>
              </w:rPr>
            </w:pPr>
            <w:r w:rsidRPr="00CC7007">
              <w:rPr>
                <w:b/>
                <w:sz w:val="18"/>
                <w:szCs w:val="18"/>
              </w:rPr>
              <w:t>If</w:t>
            </w:r>
            <w:r w:rsidR="00CC7007">
              <w:rPr>
                <w:b/>
                <w:sz w:val="18"/>
                <w:szCs w:val="18"/>
              </w:rPr>
              <w:t xml:space="preserve"> </w:t>
            </w:r>
            <w:r w:rsidR="00CC7007" w:rsidRPr="00EC20EB">
              <w:rPr>
                <w:b/>
                <w:sz w:val="18"/>
                <w:szCs w:val="18"/>
                <w:u w:val="single"/>
              </w:rPr>
              <w:t>NO</w:t>
            </w:r>
            <w:r w:rsidR="00CC7007">
              <w:rPr>
                <w:b/>
                <w:sz w:val="18"/>
                <w:szCs w:val="18"/>
              </w:rPr>
              <w:t xml:space="preserve">, </w:t>
            </w:r>
            <w:r w:rsidR="002B32E6">
              <w:rPr>
                <w:b/>
                <w:sz w:val="18"/>
                <w:szCs w:val="18"/>
              </w:rPr>
              <w:t>continue to Part 1.</w:t>
            </w:r>
          </w:p>
          <w:p w14:paraId="23DD9CF6" w14:textId="77777777" w:rsidR="00187701" w:rsidRPr="00187701" w:rsidRDefault="00187701" w:rsidP="00037266">
            <w:pPr>
              <w:pStyle w:val="Heading1"/>
              <w:spacing w:line="360" w:lineRule="auto"/>
              <w:jc w:val="center"/>
            </w:pPr>
          </w:p>
        </w:tc>
      </w:tr>
    </w:tbl>
    <w:p w14:paraId="057145D4" w14:textId="77777777" w:rsid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3259"/>
        <w:gridCol w:w="1702"/>
        <w:gridCol w:w="3554"/>
      </w:tblGrid>
      <w:tr w:rsidR="00D115FD" w:rsidRPr="00187701" w14:paraId="7439C0FA" w14:textId="77777777" w:rsidTr="00C25C60">
        <w:trPr>
          <w:trHeight w:hRule="exact" w:val="288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0848B" w14:textId="77777777" w:rsidR="00D115FD" w:rsidRPr="00187701" w:rsidRDefault="00D115FD" w:rsidP="00D115FD">
            <w:pPr>
              <w:pStyle w:val="Heading1"/>
            </w:pPr>
            <w:r w:rsidRPr="00187701">
              <w:t xml:space="preserve">Part 1 – </w:t>
            </w:r>
            <w:r w:rsidR="002B32E6" w:rsidRPr="00187701">
              <w:t>family Financial circumstances</w:t>
            </w:r>
          </w:p>
        </w:tc>
      </w:tr>
      <w:tr w:rsidR="00D115FD" w:rsidRPr="00187701" w14:paraId="250F9B90" w14:textId="77777777" w:rsidTr="002B32E6">
        <w:trPr>
          <w:trHeight w:hRule="exact" w:val="40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A05" w14:textId="77777777" w:rsidR="00D115FD" w:rsidRPr="00187701" w:rsidRDefault="00D115FD" w:rsidP="00C25C60">
            <w:r w:rsidRPr="00187701">
              <w:t>Student Name: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ADC1" w14:textId="77777777" w:rsidR="00D115FD" w:rsidRPr="00187701" w:rsidRDefault="00D115FD" w:rsidP="00C25C60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9A15" w14:textId="77777777" w:rsidR="00D115FD" w:rsidRPr="00187701" w:rsidRDefault="00D115FD" w:rsidP="00C25C60">
            <w:r w:rsidRPr="00187701">
              <w:t>PPS No: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F0B8" w14:textId="77777777" w:rsidR="00D115FD" w:rsidRPr="00187701" w:rsidRDefault="00D115FD" w:rsidP="00C25C60"/>
        </w:tc>
      </w:tr>
      <w:tr w:rsidR="00187701" w:rsidRPr="00187701" w14:paraId="53D49B6B" w14:textId="77777777" w:rsidTr="002B32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</w:tblPrEx>
        <w:trPr>
          <w:trHeight w:hRule="exact" w:val="764"/>
        </w:trPr>
        <w:tc>
          <w:tcPr>
            <w:tcW w:w="48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F992F" w14:textId="77777777" w:rsidR="0006561F" w:rsidRDefault="0006561F" w:rsidP="00037266">
            <w:r>
              <w:t>Parent/Guardian 1:</w:t>
            </w:r>
          </w:p>
          <w:p w14:paraId="513490EA" w14:textId="77777777" w:rsidR="0006561F" w:rsidRPr="00187701" w:rsidRDefault="00187701" w:rsidP="002B32E6">
            <w:r w:rsidRPr="00187701">
              <w:t>In Employment and will Submit P21</w:t>
            </w:r>
            <w:r w:rsidR="002B32E6">
              <w:t xml:space="preserve"> for 2015</w:t>
            </w:r>
            <w:r w:rsidRPr="00187701">
              <w:t xml:space="preserve">:  YES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 w:rsidRPr="00187701">
              <w:rPr>
                <w:rStyle w:val="CheckBoxChar"/>
                <w:color w:val="auto"/>
              </w:rPr>
              <w:t xml:space="preserve">   </w:t>
            </w:r>
            <w:r w:rsidRPr="00187701">
              <w:t xml:space="preserve">NO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84FF9" w14:textId="77777777" w:rsidR="0006561F" w:rsidRDefault="0006561F" w:rsidP="0006561F">
            <w:r>
              <w:t>Parent/Guardian 2:</w:t>
            </w:r>
          </w:p>
          <w:p w14:paraId="1C110409" w14:textId="77777777" w:rsidR="00187701" w:rsidRPr="00187701" w:rsidRDefault="0006561F" w:rsidP="0006561F">
            <w:r w:rsidRPr="00187701">
              <w:t>In Employment and will Submit P21</w:t>
            </w:r>
            <w:r w:rsidR="002B32E6">
              <w:t xml:space="preserve"> for 2015</w:t>
            </w:r>
            <w:r w:rsidR="002B32E6" w:rsidRPr="00187701">
              <w:t xml:space="preserve">:  YES  </w:t>
            </w:r>
            <w:r w:rsidR="002B32E6"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32E6"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="002B32E6" w:rsidRPr="00187701">
              <w:rPr>
                <w:rStyle w:val="CheckBoxChar"/>
                <w:color w:val="auto"/>
              </w:rPr>
              <w:fldChar w:fldCharType="end"/>
            </w:r>
            <w:r w:rsidR="002B32E6" w:rsidRPr="00187701">
              <w:rPr>
                <w:rStyle w:val="CheckBoxChar"/>
                <w:color w:val="auto"/>
              </w:rPr>
              <w:t xml:space="preserve">   </w:t>
            </w:r>
            <w:r w:rsidR="002B32E6" w:rsidRPr="00187701">
              <w:t xml:space="preserve">NO  </w:t>
            </w:r>
            <w:r w:rsidR="002B32E6"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32E6"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="002B32E6" w:rsidRPr="00187701">
              <w:rPr>
                <w:rStyle w:val="CheckBoxChar"/>
                <w:color w:val="auto"/>
              </w:rPr>
              <w:fldChar w:fldCharType="end"/>
            </w:r>
          </w:p>
        </w:tc>
      </w:tr>
      <w:tr w:rsidR="0006561F" w:rsidRPr="00187701" w14:paraId="25757F84" w14:textId="77777777" w:rsidTr="002B32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</w:tblPrEx>
        <w:trPr>
          <w:trHeight w:hRule="exact" w:val="681"/>
        </w:trPr>
        <w:tc>
          <w:tcPr>
            <w:tcW w:w="10070" w:type="dxa"/>
            <w:gridSpan w:val="4"/>
            <w:tcBorders>
              <w:top w:val="single" w:sz="4" w:space="0" w:color="auto"/>
            </w:tcBorders>
            <w:vAlign w:val="center"/>
          </w:tcPr>
          <w:p w14:paraId="1E5B4305" w14:textId="77777777" w:rsidR="00D115FD" w:rsidRPr="00D115FD" w:rsidRDefault="0006561F" w:rsidP="00D115FD">
            <w:pPr>
              <w:jc w:val="center"/>
            </w:pPr>
            <w:r>
              <w:rPr>
                <w:rStyle w:val="CheckBoxChar"/>
                <w:color w:val="auto"/>
              </w:rPr>
              <w:t xml:space="preserve">If </w:t>
            </w:r>
            <w:r w:rsidRPr="00D115FD">
              <w:rPr>
                <w:rStyle w:val="CheckBoxChar"/>
                <w:color w:val="auto"/>
                <w:u w:val="single"/>
              </w:rPr>
              <w:t>YES</w:t>
            </w:r>
            <w:r>
              <w:rPr>
                <w:rStyle w:val="CheckBoxChar"/>
                <w:color w:val="auto"/>
              </w:rPr>
              <w:t xml:space="preserve">, </w:t>
            </w:r>
            <w:r w:rsidR="00D115FD">
              <w:rPr>
                <w:rStyle w:val="CheckBoxChar"/>
                <w:color w:val="auto"/>
              </w:rPr>
              <w:t>attach the relevant P21s to this form</w:t>
            </w:r>
            <w:r>
              <w:rPr>
                <w:rStyle w:val="CheckBoxChar"/>
                <w:color w:val="auto"/>
              </w:rPr>
              <w:t>.</w:t>
            </w:r>
          </w:p>
          <w:p w14:paraId="2E26E6EB" w14:textId="77777777" w:rsidR="0006561F" w:rsidRPr="00187701" w:rsidRDefault="0006561F" w:rsidP="00D115FD">
            <w:pPr>
              <w:jc w:val="center"/>
            </w:pPr>
            <w:r w:rsidRPr="00D115FD">
              <w:rPr>
                <w:rStyle w:val="CheckBoxChar"/>
                <w:color w:val="auto"/>
              </w:rPr>
              <w:t xml:space="preserve">If </w:t>
            </w:r>
            <w:r w:rsidRPr="00D115FD">
              <w:rPr>
                <w:rStyle w:val="CheckBoxChar"/>
                <w:color w:val="auto"/>
                <w:u w:val="single"/>
              </w:rPr>
              <w:t>NO</w:t>
            </w:r>
            <w:r w:rsidRPr="00D115FD">
              <w:rPr>
                <w:rStyle w:val="CheckBoxChar"/>
                <w:color w:val="auto"/>
              </w:rPr>
              <w:t xml:space="preserve">, </w:t>
            </w:r>
            <w:r w:rsidR="00D115FD">
              <w:rPr>
                <w:rStyle w:val="CheckBoxChar"/>
                <w:color w:val="auto"/>
              </w:rPr>
              <w:t>sign Part 2 &amp; have Part 3 completed at your local Social Welfare Office.</w:t>
            </w:r>
          </w:p>
        </w:tc>
      </w:tr>
    </w:tbl>
    <w:p w14:paraId="27A9C2FF" w14:textId="77777777"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3259"/>
        <w:gridCol w:w="1702"/>
        <w:gridCol w:w="3554"/>
      </w:tblGrid>
      <w:tr w:rsidR="00187701" w:rsidRPr="00187701" w14:paraId="266626B3" w14:textId="77777777" w:rsidTr="00037266">
        <w:trPr>
          <w:trHeight w:hRule="exact" w:val="800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A7486" w14:textId="77777777" w:rsidR="00187701" w:rsidRPr="00187701" w:rsidRDefault="00187701" w:rsidP="00037266">
            <w:pPr>
              <w:pStyle w:val="Heading1"/>
            </w:pPr>
            <w:r w:rsidRPr="00187701">
              <w:t>Part 2 – to be signed by the applicant’s parents</w:t>
            </w:r>
          </w:p>
          <w:p w14:paraId="444501E2" w14:textId="77777777" w:rsidR="00187701" w:rsidRPr="00187701" w:rsidRDefault="00187701" w:rsidP="00037266">
            <w:r w:rsidRPr="00187701">
              <w:t>I authorize the release of the information outlined below for the purpose of assessing a REACH applicant</w:t>
            </w:r>
          </w:p>
        </w:tc>
      </w:tr>
      <w:tr w:rsidR="00187701" w:rsidRPr="00187701" w14:paraId="54B844F2" w14:textId="77777777" w:rsidTr="00EC20EB">
        <w:trPr>
          <w:trHeight w:hRule="exact" w:val="55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7493" w14:textId="77777777" w:rsidR="00187701" w:rsidRPr="00187701" w:rsidRDefault="00187701" w:rsidP="00EC20EB">
            <w:r w:rsidRPr="00187701">
              <w:t>Parent/Guardian 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F32F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C5C" w14:textId="77777777" w:rsidR="00187701" w:rsidRPr="00187701" w:rsidRDefault="00187701" w:rsidP="00EC20EB">
            <w:r w:rsidRPr="00187701">
              <w:t>Parent/Guardian 2: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C0E7" w14:textId="77777777" w:rsidR="00187701" w:rsidRPr="00187701" w:rsidRDefault="00187701" w:rsidP="00037266"/>
        </w:tc>
      </w:tr>
    </w:tbl>
    <w:p w14:paraId="3C39C863" w14:textId="77777777"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3259"/>
        <w:gridCol w:w="1702"/>
        <w:gridCol w:w="3554"/>
      </w:tblGrid>
      <w:tr w:rsidR="00187701" w:rsidRPr="00187701" w14:paraId="03040B25" w14:textId="77777777" w:rsidTr="001055F9">
        <w:trPr>
          <w:trHeight w:hRule="exact" w:val="536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95AF4" w14:textId="77777777" w:rsidR="001055F9" w:rsidRPr="001055F9" w:rsidRDefault="001055F9" w:rsidP="00037266">
            <w:pPr>
              <w:pStyle w:val="Heading1"/>
              <w:rPr>
                <w:sz w:val="10"/>
              </w:rPr>
            </w:pPr>
          </w:p>
          <w:p w14:paraId="3AB30614" w14:textId="77777777" w:rsidR="00187701" w:rsidRPr="00187701" w:rsidRDefault="00187701" w:rsidP="00037266">
            <w:pPr>
              <w:pStyle w:val="Heading1"/>
            </w:pPr>
            <w:r w:rsidRPr="00187701">
              <w:t>Part 3 – to be compelted by a DSP Official in your local social welfare office</w:t>
            </w:r>
          </w:p>
          <w:p w14:paraId="00FCF307" w14:textId="77777777" w:rsidR="00187701" w:rsidRPr="00187701" w:rsidRDefault="00187701" w:rsidP="001055F9">
            <w:pPr>
              <w:pStyle w:val="Heading1"/>
            </w:pPr>
          </w:p>
        </w:tc>
      </w:tr>
      <w:tr w:rsidR="00187701" w:rsidRPr="00187701" w14:paraId="168D2D3A" w14:textId="77777777" w:rsidTr="00A81E30">
        <w:trPr>
          <w:trHeight w:hRule="exact" w:val="50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3560" w14:textId="77777777" w:rsidR="00187701" w:rsidRPr="00187701" w:rsidRDefault="00187701" w:rsidP="002046D5">
            <w:r w:rsidRPr="00187701">
              <w:t xml:space="preserve">Parent/Guardian </w:t>
            </w:r>
            <w:r w:rsidR="001055F9">
              <w:t xml:space="preserve">1 </w:t>
            </w:r>
            <w:r w:rsidRPr="00187701">
              <w:t>Name: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8C49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A708" w14:textId="77777777" w:rsidR="00187701" w:rsidRPr="00187701" w:rsidRDefault="00187701" w:rsidP="00037266">
            <w:r w:rsidRPr="00187701">
              <w:t>Parent/Guardian</w:t>
            </w:r>
            <w:r w:rsidR="00A81E30">
              <w:t xml:space="preserve"> 1</w:t>
            </w:r>
          </w:p>
          <w:p w14:paraId="18E6C7EF" w14:textId="77777777" w:rsidR="00187701" w:rsidRPr="00187701" w:rsidRDefault="00187701" w:rsidP="00037266">
            <w:r w:rsidRPr="00187701">
              <w:t>PPS No: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D01F" w14:textId="77777777" w:rsidR="00187701" w:rsidRPr="00187701" w:rsidRDefault="00187701" w:rsidP="00037266"/>
        </w:tc>
      </w:tr>
      <w:tr w:rsidR="00187701" w:rsidRPr="00187701" w14:paraId="634B1876" w14:textId="77777777" w:rsidTr="00A81E30">
        <w:trPr>
          <w:trHeight w:hRule="exact" w:val="50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B621" w14:textId="77777777" w:rsidR="00187701" w:rsidRPr="00187701" w:rsidRDefault="00187701" w:rsidP="00037266">
            <w:r w:rsidRPr="00187701">
              <w:t xml:space="preserve">Type of Payments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E256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C89F" w14:textId="77777777"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4B44" w14:textId="77777777" w:rsidR="00187701" w:rsidRPr="00187701" w:rsidRDefault="00187701" w:rsidP="00037266"/>
        </w:tc>
      </w:tr>
      <w:tr w:rsidR="00187701" w:rsidRPr="00187701" w14:paraId="1DE5EEF9" w14:textId="77777777" w:rsidTr="00A81E30">
        <w:trPr>
          <w:trHeight w:hRule="exact" w:val="41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5FE0" w14:textId="77777777"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FBA0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0E81" w14:textId="77777777"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3B7D" w14:textId="77777777" w:rsidR="00187701" w:rsidRPr="00187701" w:rsidRDefault="00187701" w:rsidP="00037266"/>
        </w:tc>
      </w:tr>
      <w:tr w:rsidR="00187701" w:rsidRPr="00187701" w14:paraId="487AAAE6" w14:textId="77777777" w:rsidTr="00A81E30">
        <w:trPr>
          <w:trHeight w:hRule="exact" w:val="4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81A7" w14:textId="77777777"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AA2D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5743" w14:textId="77777777"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9A27" w14:textId="77777777" w:rsidR="00187701" w:rsidRPr="00187701" w:rsidRDefault="00187701" w:rsidP="00037266"/>
        </w:tc>
      </w:tr>
      <w:tr w:rsidR="00187701" w:rsidRPr="00187701" w14:paraId="05C6D24C" w14:textId="77777777" w:rsidTr="00A81E30">
        <w:trPr>
          <w:trHeight w:hRule="exact" w:val="473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2681" w14:textId="77777777" w:rsidR="00187701" w:rsidRPr="00187701" w:rsidRDefault="00187701" w:rsidP="002046D5">
            <w:pPr>
              <w:rPr>
                <w:b/>
              </w:rPr>
            </w:pPr>
            <w:r w:rsidRPr="00187701">
              <w:rPr>
                <w:b/>
              </w:rPr>
              <w:t>Total amount of Social Welfare Income from all social welfare schemes made to the PPS number in 201</w:t>
            </w:r>
            <w:r w:rsidR="002046D5">
              <w:rPr>
                <w:b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DA62" w14:textId="77777777" w:rsidR="00187701" w:rsidRPr="00CC7007" w:rsidRDefault="00CC7007" w:rsidP="00037266">
            <w:pPr>
              <w:rPr>
                <w:b/>
              </w:rPr>
            </w:pPr>
            <w:r w:rsidRPr="00CC7007">
              <w:rPr>
                <w:b/>
                <w:sz w:val="24"/>
              </w:rPr>
              <w:t>€</w:t>
            </w:r>
          </w:p>
        </w:tc>
      </w:tr>
      <w:tr w:rsidR="00187701" w:rsidRPr="00187701" w14:paraId="45F51577" w14:textId="77777777" w:rsidTr="00A81E30">
        <w:trPr>
          <w:trHeight w:hRule="exact" w:val="50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6847" w14:textId="77777777" w:rsidR="00187701" w:rsidRPr="00187701" w:rsidRDefault="00187701" w:rsidP="002046D5">
            <w:r w:rsidRPr="00187701">
              <w:t xml:space="preserve">Parent/Guardian </w:t>
            </w:r>
            <w:r w:rsidR="00CC7007">
              <w:t xml:space="preserve">2 </w:t>
            </w:r>
            <w:r w:rsidRPr="00187701">
              <w:t>Name: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4E41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BAA6" w14:textId="77777777" w:rsidR="00187701" w:rsidRPr="00187701" w:rsidRDefault="00187701" w:rsidP="00037266">
            <w:r w:rsidRPr="00187701">
              <w:t>Parent/Guardian</w:t>
            </w:r>
            <w:r w:rsidR="00CC7007">
              <w:t xml:space="preserve"> 2</w:t>
            </w:r>
          </w:p>
          <w:p w14:paraId="713E647E" w14:textId="77777777" w:rsidR="00187701" w:rsidRPr="00187701" w:rsidRDefault="00187701" w:rsidP="00037266">
            <w:r w:rsidRPr="00187701">
              <w:t>PPS No: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2F16" w14:textId="77777777" w:rsidR="00187701" w:rsidRPr="00187701" w:rsidRDefault="00187701" w:rsidP="00037266"/>
        </w:tc>
      </w:tr>
      <w:tr w:rsidR="00187701" w:rsidRPr="00187701" w14:paraId="68F49161" w14:textId="77777777" w:rsidTr="00A81E30">
        <w:trPr>
          <w:trHeight w:hRule="exact" w:val="50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5217" w14:textId="77777777"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3C30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AC45" w14:textId="77777777"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9AB3" w14:textId="77777777" w:rsidR="00187701" w:rsidRPr="00187701" w:rsidRDefault="00187701" w:rsidP="00037266"/>
        </w:tc>
      </w:tr>
      <w:tr w:rsidR="00187701" w:rsidRPr="00187701" w14:paraId="1D7B055F" w14:textId="77777777" w:rsidTr="00A81E30">
        <w:trPr>
          <w:trHeight w:hRule="exact" w:val="41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139A" w14:textId="77777777"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BADC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6171" w14:textId="77777777"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E586" w14:textId="77777777" w:rsidR="00187701" w:rsidRPr="00187701" w:rsidRDefault="00187701" w:rsidP="00037266"/>
        </w:tc>
      </w:tr>
      <w:tr w:rsidR="00187701" w:rsidRPr="00187701" w14:paraId="117A98CA" w14:textId="77777777" w:rsidTr="00A81E30">
        <w:trPr>
          <w:trHeight w:hRule="exact" w:val="4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D020" w14:textId="77777777"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2176" w14:textId="77777777"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6A6E" w14:textId="77777777"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F180" w14:textId="77777777" w:rsidR="00187701" w:rsidRPr="00187701" w:rsidRDefault="00187701" w:rsidP="00037266"/>
        </w:tc>
      </w:tr>
      <w:tr w:rsidR="00187701" w:rsidRPr="00187701" w14:paraId="34A987A1" w14:textId="77777777" w:rsidTr="00A81E30">
        <w:trPr>
          <w:trHeight w:hRule="exact" w:val="473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3655" w14:textId="77777777" w:rsidR="00187701" w:rsidRPr="00187701" w:rsidRDefault="00187701" w:rsidP="002046D5">
            <w:pPr>
              <w:rPr>
                <w:b/>
              </w:rPr>
            </w:pPr>
            <w:r w:rsidRPr="00187701">
              <w:rPr>
                <w:b/>
              </w:rPr>
              <w:t>Total amount of Social Welfare Income from all social welfare schemes made to the PPS number in 201</w:t>
            </w:r>
            <w:r w:rsidR="002046D5">
              <w:rPr>
                <w:b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1026" w14:textId="77777777" w:rsidR="00187701" w:rsidRPr="00CC7007" w:rsidRDefault="00CC7007" w:rsidP="00037266">
            <w:pPr>
              <w:rPr>
                <w:b/>
              </w:rPr>
            </w:pPr>
            <w:r w:rsidRPr="00CC7007">
              <w:rPr>
                <w:b/>
                <w:sz w:val="24"/>
              </w:rPr>
              <w:t>€</w:t>
            </w:r>
          </w:p>
        </w:tc>
      </w:tr>
    </w:tbl>
    <w:p w14:paraId="66C4EED9" w14:textId="77777777"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13"/>
        <w:gridCol w:w="3401"/>
        <w:gridCol w:w="1702"/>
        <w:gridCol w:w="3554"/>
      </w:tblGrid>
      <w:tr w:rsidR="00187701" w:rsidRPr="00187701" w14:paraId="4CED2BD6" w14:textId="77777777" w:rsidTr="00EC20EB">
        <w:trPr>
          <w:trHeight w:hRule="exact" w:val="6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DFFD" w14:textId="77777777" w:rsidR="00187701" w:rsidRPr="00187701" w:rsidRDefault="00187701" w:rsidP="00037266">
            <w:r w:rsidRPr="00187701">
              <w:t>Signature of DSP Official: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A8A0" w14:textId="77777777" w:rsidR="00187701" w:rsidRPr="00187701" w:rsidRDefault="00187701" w:rsidP="00037266"/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969" w14:textId="77777777" w:rsidR="00187701" w:rsidRPr="00187701" w:rsidRDefault="00187701" w:rsidP="00037266">
            <w:r w:rsidRPr="00187701">
              <w:t>Official Stamp: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1194" w14:textId="77777777" w:rsidR="00187701" w:rsidRPr="00187701" w:rsidRDefault="00187701" w:rsidP="00037266"/>
        </w:tc>
      </w:tr>
      <w:tr w:rsidR="00187701" w:rsidRPr="00187701" w14:paraId="01C64951" w14:textId="77777777" w:rsidTr="00D115FD">
        <w:trPr>
          <w:trHeight w:hRule="exact" w:val="28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9F1D" w14:textId="77777777" w:rsidR="00187701" w:rsidRDefault="00187701" w:rsidP="00037266">
            <w:r w:rsidRPr="00187701">
              <w:t>Date:</w:t>
            </w:r>
          </w:p>
          <w:p w14:paraId="3C5FE45E" w14:textId="77777777" w:rsidR="00EC20EB" w:rsidRPr="00187701" w:rsidRDefault="00EC20EB" w:rsidP="00037266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B2E7" w14:textId="77777777" w:rsidR="00187701" w:rsidRPr="00187701" w:rsidRDefault="00187701" w:rsidP="00037266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3012" w14:textId="77777777" w:rsidR="00187701" w:rsidRPr="00187701" w:rsidRDefault="00187701" w:rsidP="00037266"/>
        </w:tc>
        <w:tc>
          <w:tcPr>
            <w:tcW w:w="3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E872" w14:textId="77777777" w:rsidR="00187701" w:rsidRPr="00187701" w:rsidRDefault="00187701" w:rsidP="00037266"/>
        </w:tc>
      </w:tr>
    </w:tbl>
    <w:p w14:paraId="2EF74B1E" w14:textId="77777777" w:rsidR="00EC20EB" w:rsidRDefault="00EC20EB" w:rsidP="00187701"/>
    <w:p w14:paraId="60099B8F" w14:textId="77777777" w:rsidR="00187701" w:rsidRPr="00187701" w:rsidRDefault="00187701" w:rsidP="00187701">
      <w:r w:rsidRPr="00187701">
        <w:t xml:space="preserve">To be valid forms must be completed, signed and stamped by a DSP Official.  REACH is an admissions scheme which offers reduced points places on ITB courses to school leavers from socio-economically disadvantaged applicants. </w:t>
      </w:r>
      <w:r w:rsidRPr="00187701"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3849"/>
      </w:tblGrid>
      <w:tr w:rsidR="00187701" w:rsidRPr="00187701" w14:paraId="244E3E10" w14:textId="77777777" w:rsidTr="00037266">
        <w:tc>
          <w:tcPr>
            <w:tcW w:w="6231" w:type="dxa"/>
          </w:tcPr>
          <w:p w14:paraId="6BA1AFBD" w14:textId="77777777" w:rsidR="00187701" w:rsidRPr="00187701" w:rsidRDefault="00187701" w:rsidP="00037266">
            <w:pPr>
              <w:pStyle w:val="CompanyName"/>
            </w:pPr>
          </w:p>
          <w:p w14:paraId="34DFC9FD" w14:textId="77777777" w:rsidR="002B32E6" w:rsidRDefault="002B32E6" w:rsidP="002046D5">
            <w:pPr>
              <w:pStyle w:val="CompanyName"/>
              <w:rPr>
                <w:rStyle w:val="TitleChar"/>
                <w:rFonts w:ascii="Tahoma" w:hAnsi="Tahoma"/>
                <w:caps w:val="0"/>
                <w:sz w:val="28"/>
                <w:szCs w:val="28"/>
              </w:rPr>
            </w:pPr>
            <w:r w:rsidRP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ITB </w:t>
            </w:r>
            <w:r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>REACH</w:t>
            </w:r>
            <w:r w:rsidRP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 Access</w:t>
            </w:r>
            <w:r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 Programme </w:t>
            </w:r>
          </w:p>
          <w:p w14:paraId="0854D125" w14:textId="77777777" w:rsidR="002B32E6" w:rsidRPr="002B32E6" w:rsidRDefault="002B32E6" w:rsidP="002046D5">
            <w:pPr>
              <w:pStyle w:val="CompanyName"/>
              <w:rPr>
                <w:caps w:val="0"/>
                <w:sz w:val="8"/>
              </w:rPr>
            </w:pPr>
          </w:p>
          <w:p w14:paraId="38E830F0" w14:textId="77777777" w:rsidR="00187701" w:rsidRPr="002B32E6" w:rsidRDefault="00187701" w:rsidP="002046D5">
            <w:pPr>
              <w:pStyle w:val="CompanyName"/>
              <w:rPr>
                <w:b w:val="0"/>
              </w:rPr>
            </w:pPr>
            <w:r w:rsidRPr="002B32E6">
              <w:rPr>
                <w:b w:val="0"/>
                <w:caps w:val="0"/>
                <w:sz w:val="22"/>
              </w:rPr>
              <w:t>School Reference</w:t>
            </w:r>
          </w:p>
        </w:tc>
        <w:tc>
          <w:tcPr>
            <w:tcW w:w="3849" w:type="dxa"/>
          </w:tcPr>
          <w:p w14:paraId="3EAA3F61" w14:textId="77777777" w:rsidR="00187701" w:rsidRPr="00187701" w:rsidRDefault="00187701" w:rsidP="00037266">
            <w:pPr>
              <w:pStyle w:val="Logo"/>
            </w:pPr>
            <w:r w:rsidRPr="00187701">
              <w:rPr>
                <w:rFonts w:ascii="Calibri" w:hAnsi="Calibri" w:cs="Calibri"/>
                <w:noProof/>
                <w:lang w:val="en-IE" w:eastAsia="en-IE"/>
              </w:rPr>
              <w:drawing>
                <wp:inline distT="0" distB="0" distL="0" distR="0" wp14:anchorId="1DD9F8F3" wp14:editId="4E30366D">
                  <wp:extent cx="1605517" cy="811380"/>
                  <wp:effectExtent l="0" t="0" r="0" b="8255"/>
                  <wp:docPr id="3" name="Picture 3" descr="ITB logo landscape 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B logo landscape 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44" cy="81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070"/>
      </w:tblGrid>
      <w:tr w:rsidR="00187701" w:rsidRPr="00187701" w14:paraId="36841447" w14:textId="77777777" w:rsidTr="002B32E6">
        <w:trPr>
          <w:trHeight w:hRule="exact" w:val="716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FACC6" w14:textId="77777777" w:rsidR="00187701" w:rsidRPr="00187701" w:rsidRDefault="002B32E6" w:rsidP="002B32E6">
            <w:pPr>
              <w:pStyle w:val="Heading1"/>
              <w:spacing w:line="360" w:lineRule="auto"/>
              <w:jc w:val="center"/>
            </w:pPr>
            <w:r w:rsidRPr="002B32E6">
              <w:rPr>
                <w:rFonts w:cstheme="majorHAnsi"/>
                <w:caps w:val="0"/>
                <w:szCs w:val="18"/>
              </w:rPr>
              <w:t xml:space="preserve">School </w:t>
            </w:r>
            <w:r w:rsidR="00187701" w:rsidRPr="002B32E6">
              <w:rPr>
                <w:rFonts w:cstheme="majorHAnsi"/>
                <w:caps w:val="0"/>
                <w:szCs w:val="18"/>
              </w:rPr>
              <w:t xml:space="preserve">reference is to be completed by </w:t>
            </w:r>
            <w:r>
              <w:rPr>
                <w:rFonts w:cstheme="majorHAnsi"/>
                <w:caps w:val="0"/>
                <w:szCs w:val="18"/>
              </w:rPr>
              <w:t>Sc</w:t>
            </w:r>
            <w:r w:rsidR="00187701" w:rsidRPr="002B32E6">
              <w:rPr>
                <w:rFonts w:cstheme="majorHAnsi"/>
                <w:caps w:val="0"/>
                <w:szCs w:val="18"/>
              </w:rPr>
              <w:t xml:space="preserve">hool </w:t>
            </w:r>
            <w:r>
              <w:rPr>
                <w:rFonts w:cstheme="majorHAnsi"/>
                <w:caps w:val="0"/>
                <w:szCs w:val="18"/>
              </w:rPr>
              <w:t>P</w:t>
            </w:r>
            <w:r w:rsidR="00187701" w:rsidRPr="002B32E6">
              <w:rPr>
                <w:rFonts w:cstheme="majorHAnsi"/>
                <w:caps w:val="0"/>
                <w:szCs w:val="18"/>
              </w:rPr>
              <w:t>rincipal,</w:t>
            </w:r>
            <w:r>
              <w:rPr>
                <w:rFonts w:cstheme="majorHAnsi"/>
                <w:caps w:val="0"/>
                <w:szCs w:val="18"/>
              </w:rPr>
              <w:t xml:space="preserve"> Guidance Counsellor or Year Head</w:t>
            </w:r>
            <w:r w:rsidR="00187701" w:rsidRPr="002B32E6">
              <w:rPr>
                <w:rFonts w:cstheme="majorHAnsi"/>
                <w:caps w:val="0"/>
                <w:szCs w:val="18"/>
              </w:rPr>
              <w:t>.</w:t>
            </w:r>
          </w:p>
        </w:tc>
      </w:tr>
    </w:tbl>
    <w:p w14:paraId="040AB44C" w14:textId="77777777" w:rsidR="00187701" w:rsidRPr="00187701" w:rsidRDefault="00187701" w:rsidP="00187701"/>
    <w:p w14:paraId="29B38C8C" w14:textId="77777777"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13"/>
        <w:gridCol w:w="3401"/>
        <w:gridCol w:w="1560"/>
        <w:gridCol w:w="3696"/>
      </w:tblGrid>
      <w:tr w:rsidR="00187701" w:rsidRPr="00187701" w14:paraId="1BE26CF9" w14:textId="77777777" w:rsidTr="00CC7007">
        <w:trPr>
          <w:trHeight w:hRule="exact" w:val="71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8E87" w14:textId="77777777" w:rsidR="00CC7007" w:rsidRDefault="00CC7007" w:rsidP="00037266"/>
          <w:p w14:paraId="371FCFAC" w14:textId="77777777" w:rsidR="00187701" w:rsidRDefault="00187701" w:rsidP="00037266">
            <w:r w:rsidRPr="00187701">
              <w:t>Student Name:</w:t>
            </w:r>
          </w:p>
          <w:p w14:paraId="5A6ED246" w14:textId="77777777" w:rsidR="00CC7007" w:rsidRDefault="00CC7007" w:rsidP="00037266"/>
          <w:p w14:paraId="6885AAA2" w14:textId="77777777" w:rsidR="00CC7007" w:rsidRPr="00187701" w:rsidRDefault="00CC7007" w:rsidP="00037266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F592" w14:textId="77777777" w:rsidR="00187701" w:rsidRDefault="00187701" w:rsidP="00037266"/>
          <w:p w14:paraId="12ACD163" w14:textId="77777777" w:rsidR="00CC7007" w:rsidRPr="00187701" w:rsidRDefault="00CC7007" w:rsidP="0003726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7372" w14:textId="77777777" w:rsidR="00187701" w:rsidRPr="00187701" w:rsidRDefault="00187701" w:rsidP="00037266">
            <w:r w:rsidRPr="00187701">
              <w:t>Relationship to student: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A3E5" w14:textId="77777777" w:rsidR="00187701" w:rsidRPr="00187701" w:rsidRDefault="00187701" w:rsidP="00037266"/>
        </w:tc>
      </w:tr>
      <w:tr w:rsidR="00CC7007" w:rsidRPr="00187701" w14:paraId="61B0BEC0" w14:textId="77777777" w:rsidTr="00CC7007">
        <w:trPr>
          <w:trHeight w:hRule="exact" w:val="7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4BB2" w14:textId="77777777" w:rsidR="00CC7007" w:rsidRPr="00187701" w:rsidRDefault="00CC7007" w:rsidP="00037266">
            <w:r>
              <w:t>How long have you know the applicant?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D132" w14:textId="77777777" w:rsidR="00CC7007" w:rsidRPr="00187701" w:rsidRDefault="00CC7007" w:rsidP="0003726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35C" w14:textId="77777777" w:rsidR="00CC7007" w:rsidRPr="00187701" w:rsidRDefault="00CC7007" w:rsidP="00CC7007">
            <w:r>
              <w:t>How would you describe their attendance?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631A" w14:textId="77777777" w:rsidR="00CC7007" w:rsidRPr="00187701" w:rsidRDefault="00CC7007" w:rsidP="00CC7007">
            <w:r>
              <w:t xml:space="preserve">Excellent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>
              <w:rPr>
                <w:rStyle w:val="CheckBoxChar"/>
                <w:color w:val="auto"/>
              </w:rPr>
              <w:t xml:space="preserve">     Good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>
              <w:rPr>
                <w:rStyle w:val="CheckBoxChar"/>
                <w:color w:val="auto"/>
              </w:rPr>
              <w:t xml:space="preserve">     </w:t>
            </w:r>
            <w:r>
              <w:t xml:space="preserve">Fair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>
              <w:rPr>
                <w:rStyle w:val="CheckBoxChar"/>
                <w:color w:val="auto"/>
              </w:rPr>
              <w:t xml:space="preserve">     Poor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0B5083">
              <w:rPr>
                <w:rStyle w:val="CheckBoxChar"/>
                <w:color w:val="auto"/>
              </w:rPr>
            </w:r>
            <w:r w:rsidR="000B5083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</w:p>
        </w:tc>
      </w:tr>
      <w:tr w:rsidR="001633FA" w:rsidRPr="00187701" w14:paraId="61AD8CF1" w14:textId="77777777" w:rsidTr="00D64567">
        <w:trPr>
          <w:trHeight w:hRule="exact" w:val="1940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B194" w14:textId="77777777" w:rsidR="00D64567" w:rsidRDefault="00D64567" w:rsidP="00CC7007"/>
          <w:p w14:paraId="1AB34ED6" w14:textId="77777777" w:rsidR="001633FA" w:rsidRDefault="001633FA" w:rsidP="00CC7007">
            <w:r>
              <w:t>If attendance is less than excellent please outline if there are reasons outside of their control that impacted on</w:t>
            </w:r>
            <w:r w:rsidR="00EC20EB">
              <w:t xml:space="preserve"> their</w:t>
            </w:r>
            <w:r w:rsidR="00D64567">
              <w:t xml:space="preserve"> attendance.</w:t>
            </w:r>
          </w:p>
          <w:p w14:paraId="6BE439F0" w14:textId="77777777" w:rsidR="001633FA" w:rsidRDefault="001633FA" w:rsidP="00CC7007"/>
          <w:p w14:paraId="2D8F8FFE" w14:textId="77777777" w:rsidR="00EC20EB" w:rsidRDefault="00EC20EB" w:rsidP="00CC7007"/>
          <w:p w14:paraId="7793DB03" w14:textId="77777777" w:rsidR="00EC20EB" w:rsidRDefault="00EC20EB" w:rsidP="00CC7007"/>
          <w:p w14:paraId="7E45F6D3" w14:textId="77777777" w:rsidR="00EC20EB" w:rsidRDefault="00EC20EB" w:rsidP="00CC7007"/>
          <w:p w14:paraId="5D1AFCDA" w14:textId="77777777" w:rsidR="00EC20EB" w:rsidRDefault="00EC20EB" w:rsidP="00CC7007"/>
          <w:p w14:paraId="6F632F4E" w14:textId="77777777" w:rsidR="001633FA" w:rsidRDefault="001633FA" w:rsidP="00CC7007"/>
          <w:p w14:paraId="4B1AA3B2" w14:textId="77777777" w:rsidR="001633FA" w:rsidRDefault="001633FA" w:rsidP="00CC7007"/>
          <w:p w14:paraId="5806ADEB" w14:textId="77777777" w:rsidR="001633FA" w:rsidRDefault="001633FA" w:rsidP="00CC7007"/>
          <w:p w14:paraId="134AEA70" w14:textId="77777777" w:rsidR="001633FA" w:rsidRDefault="001633FA" w:rsidP="00CC7007"/>
          <w:p w14:paraId="3C108AE7" w14:textId="77777777" w:rsidR="001633FA" w:rsidRDefault="001633FA" w:rsidP="00CC7007"/>
        </w:tc>
      </w:tr>
      <w:tr w:rsidR="001633FA" w:rsidRPr="00187701" w14:paraId="0258A802" w14:textId="77777777" w:rsidTr="00D64567">
        <w:trPr>
          <w:trHeight w:hRule="exact" w:val="1968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EF43" w14:textId="77777777" w:rsidR="001633FA" w:rsidRPr="001633FA" w:rsidRDefault="001633FA" w:rsidP="001633FA">
            <w:r w:rsidRPr="001633FA">
              <w:t xml:space="preserve">What is your assessment of the applicant’s academic ability? What is their potential to obtain a place at third level? </w:t>
            </w:r>
          </w:p>
          <w:p w14:paraId="0A5BC4E5" w14:textId="77777777" w:rsidR="001633FA" w:rsidRDefault="001633FA" w:rsidP="003B430E"/>
          <w:p w14:paraId="7D9D39B6" w14:textId="77777777" w:rsidR="001633FA" w:rsidRDefault="001633FA" w:rsidP="003B430E"/>
          <w:p w14:paraId="13BC07FC" w14:textId="77777777" w:rsidR="001633FA" w:rsidRDefault="001633FA" w:rsidP="003B430E"/>
          <w:p w14:paraId="2F8B149B" w14:textId="77777777" w:rsidR="001633FA" w:rsidRDefault="001633FA" w:rsidP="003B430E"/>
          <w:p w14:paraId="05A251C8" w14:textId="77777777" w:rsidR="001633FA" w:rsidRDefault="001633FA" w:rsidP="003B430E"/>
          <w:p w14:paraId="3F282678" w14:textId="77777777" w:rsidR="001633FA" w:rsidRDefault="001633FA" w:rsidP="003B430E"/>
        </w:tc>
      </w:tr>
      <w:tr w:rsidR="001633FA" w:rsidRPr="00187701" w14:paraId="69B7324B" w14:textId="77777777" w:rsidTr="00D64567">
        <w:trPr>
          <w:trHeight w:hRule="exact" w:val="1982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031C" w14:textId="77777777" w:rsidR="001633FA" w:rsidRDefault="001633FA" w:rsidP="001633FA">
            <w:r w:rsidRPr="001633FA">
              <w:t>Is the applicant motivated to succeed at third level, how have they prepared for third level?</w:t>
            </w:r>
          </w:p>
          <w:p w14:paraId="7FAE0D5B" w14:textId="77777777" w:rsidR="001633FA" w:rsidRDefault="001633FA" w:rsidP="001633FA"/>
          <w:p w14:paraId="53435824" w14:textId="77777777" w:rsidR="001633FA" w:rsidRDefault="001633FA" w:rsidP="001633FA"/>
          <w:p w14:paraId="59992F20" w14:textId="77777777" w:rsidR="001633FA" w:rsidRDefault="001633FA" w:rsidP="001633FA"/>
          <w:p w14:paraId="64B1B47E" w14:textId="77777777" w:rsidR="001633FA" w:rsidRDefault="001633FA" w:rsidP="001633FA"/>
          <w:p w14:paraId="106625C3" w14:textId="77777777" w:rsidR="00D64567" w:rsidRDefault="00D64567" w:rsidP="001633FA"/>
          <w:p w14:paraId="39C3511A" w14:textId="77777777" w:rsidR="001633FA" w:rsidRPr="001633FA" w:rsidRDefault="001633FA" w:rsidP="001633FA"/>
          <w:p w14:paraId="150B332E" w14:textId="77777777" w:rsidR="001633FA" w:rsidRDefault="001633FA" w:rsidP="001633FA"/>
        </w:tc>
      </w:tr>
      <w:tr w:rsidR="001633FA" w:rsidRPr="00187701" w14:paraId="543F6894" w14:textId="77777777" w:rsidTr="00D64567">
        <w:trPr>
          <w:trHeight w:hRule="exact" w:val="3243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4522" w14:textId="77777777" w:rsidR="001633FA" w:rsidRDefault="001633FA" w:rsidP="003B430E">
            <w:r w:rsidRPr="001633FA">
              <w:t>Please outline</w:t>
            </w:r>
            <w:r w:rsidR="00EC20EB">
              <w:t xml:space="preserve"> any</w:t>
            </w:r>
            <w:r w:rsidRPr="001633FA">
              <w:t xml:space="preserve"> non-academic considerations which you believe should be taken into account when assessing this application. This may include family background, challenges, achievements, </w:t>
            </w:r>
            <w:r w:rsidR="009A454C" w:rsidRPr="001633FA">
              <w:t>etc.</w:t>
            </w:r>
          </w:p>
          <w:p w14:paraId="1595F3AF" w14:textId="77777777" w:rsidR="001633FA" w:rsidRDefault="001633FA" w:rsidP="003B430E"/>
          <w:p w14:paraId="34B23B3E" w14:textId="77777777" w:rsidR="001633FA" w:rsidRDefault="001633FA" w:rsidP="003B430E"/>
          <w:p w14:paraId="34979BFB" w14:textId="77777777" w:rsidR="001633FA" w:rsidRDefault="001633FA" w:rsidP="003B430E"/>
          <w:p w14:paraId="3747B996" w14:textId="77777777" w:rsidR="00D64567" w:rsidRDefault="00D64567" w:rsidP="003B430E"/>
          <w:p w14:paraId="55A77B52" w14:textId="77777777" w:rsidR="00D64567" w:rsidRDefault="00D64567" w:rsidP="003B430E"/>
          <w:p w14:paraId="1532CBBD" w14:textId="77777777" w:rsidR="00D64567" w:rsidRDefault="00D64567" w:rsidP="003B430E"/>
          <w:p w14:paraId="58BEC80F" w14:textId="77777777" w:rsidR="00D64567" w:rsidRDefault="00D64567" w:rsidP="003B430E"/>
          <w:p w14:paraId="2A0DBC58" w14:textId="77777777" w:rsidR="001633FA" w:rsidRDefault="001633FA" w:rsidP="003B430E"/>
          <w:p w14:paraId="6BFF4E16" w14:textId="77777777" w:rsidR="00D64567" w:rsidRDefault="00D64567" w:rsidP="003B430E"/>
          <w:p w14:paraId="3C63A531" w14:textId="77777777" w:rsidR="00D64567" w:rsidRDefault="00D64567" w:rsidP="003B430E"/>
          <w:p w14:paraId="55C524BD" w14:textId="77777777" w:rsidR="001633FA" w:rsidRDefault="001633FA" w:rsidP="003B430E"/>
          <w:p w14:paraId="071F3BA2" w14:textId="77777777" w:rsidR="001633FA" w:rsidRDefault="001633FA" w:rsidP="003B430E"/>
        </w:tc>
      </w:tr>
      <w:tr w:rsidR="00187701" w:rsidRPr="00187701" w14:paraId="04838AB6" w14:textId="77777777" w:rsidTr="00037266">
        <w:trPr>
          <w:trHeight w:hRule="exact" w:val="6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CE7C" w14:textId="77777777" w:rsidR="00187701" w:rsidRPr="00187701" w:rsidRDefault="00187701" w:rsidP="00037266">
            <w:r w:rsidRPr="00187701">
              <w:t>Signature: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20EC" w14:textId="77777777" w:rsidR="00187701" w:rsidRPr="00187701" w:rsidRDefault="00187701" w:rsidP="0003726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C837" w14:textId="77777777" w:rsidR="00187701" w:rsidRPr="00187701" w:rsidRDefault="00187701" w:rsidP="00037266">
            <w:r w:rsidRPr="00187701">
              <w:t>Date: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AE96" w14:textId="77777777" w:rsidR="00187701" w:rsidRPr="00187701" w:rsidRDefault="00187701" w:rsidP="00037266"/>
        </w:tc>
      </w:tr>
    </w:tbl>
    <w:p w14:paraId="456D0FE7" w14:textId="77777777" w:rsidR="00187701" w:rsidRPr="009A454C" w:rsidRDefault="00187701" w:rsidP="009A454C">
      <w:pPr>
        <w:rPr>
          <w:sz w:val="4"/>
        </w:rPr>
      </w:pPr>
    </w:p>
    <w:sectPr w:rsidR="00187701" w:rsidRPr="009A454C" w:rsidSect="00D115FD">
      <w:footerReference w:type="default" r:id="rId10"/>
      <w:pgSz w:w="12240" w:h="15840"/>
      <w:pgMar w:top="426" w:right="1080" w:bottom="0" w:left="1080" w:header="720" w:footer="28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DCED7" w14:textId="77777777" w:rsidR="00372EA2" w:rsidRDefault="00372EA2" w:rsidP="005B0F93">
      <w:r>
        <w:separator/>
      </w:r>
    </w:p>
  </w:endnote>
  <w:endnote w:type="continuationSeparator" w:id="0">
    <w:p w14:paraId="1188398D" w14:textId="77777777" w:rsidR="00372EA2" w:rsidRDefault="00372EA2" w:rsidP="005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447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85C31" w14:textId="77777777" w:rsidR="00A7391D" w:rsidRDefault="00A739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0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3D5AB0D" w14:textId="77777777" w:rsidR="00A7391D" w:rsidRDefault="00A73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4DD9F" w14:textId="77777777" w:rsidR="00372EA2" w:rsidRDefault="00372EA2" w:rsidP="005B0F93">
      <w:r>
        <w:separator/>
      </w:r>
    </w:p>
  </w:footnote>
  <w:footnote w:type="continuationSeparator" w:id="0">
    <w:p w14:paraId="7EDEE231" w14:textId="77777777" w:rsidR="00372EA2" w:rsidRDefault="00372EA2" w:rsidP="005B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0FC9C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EA4E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53C13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C06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FDE16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905B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76D7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6A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60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EA3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954C09"/>
    <w:multiLevelType w:val="multilevel"/>
    <w:tmpl w:val="87C8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855EF7"/>
    <w:multiLevelType w:val="multilevel"/>
    <w:tmpl w:val="C974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7E22DA"/>
    <w:multiLevelType w:val="hybridMultilevel"/>
    <w:tmpl w:val="6888C0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93740"/>
    <w:multiLevelType w:val="multilevel"/>
    <w:tmpl w:val="943A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44296A"/>
    <w:multiLevelType w:val="multilevel"/>
    <w:tmpl w:val="E966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206FC9"/>
    <w:multiLevelType w:val="multilevel"/>
    <w:tmpl w:val="6068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2A20FE"/>
    <w:multiLevelType w:val="multilevel"/>
    <w:tmpl w:val="AE6C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0B24D9"/>
    <w:multiLevelType w:val="multilevel"/>
    <w:tmpl w:val="93E64A1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4"/>
  </w:num>
  <w:num w:numId="14">
    <w:abstractNumId w:val="10"/>
  </w:num>
  <w:num w:numId="15">
    <w:abstractNumId w:val="15"/>
  </w:num>
  <w:num w:numId="16">
    <w:abstractNumId w:val="13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48D"/>
    <w:rsid w:val="000071F7"/>
    <w:rsid w:val="000134FA"/>
    <w:rsid w:val="0002798A"/>
    <w:rsid w:val="00063EEE"/>
    <w:rsid w:val="0006561F"/>
    <w:rsid w:val="00083002"/>
    <w:rsid w:val="00087B85"/>
    <w:rsid w:val="000A01F1"/>
    <w:rsid w:val="000B5083"/>
    <w:rsid w:val="000C09F2"/>
    <w:rsid w:val="000C1163"/>
    <w:rsid w:val="000D2539"/>
    <w:rsid w:val="000F2DF4"/>
    <w:rsid w:val="000F6783"/>
    <w:rsid w:val="00101CD9"/>
    <w:rsid w:val="001055F9"/>
    <w:rsid w:val="001059A0"/>
    <w:rsid w:val="00120C95"/>
    <w:rsid w:val="00143DB8"/>
    <w:rsid w:val="0014663E"/>
    <w:rsid w:val="001564EE"/>
    <w:rsid w:val="001633FA"/>
    <w:rsid w:val="00180664"/>
    <w:rsid w:val="00185BA5"/>
    <w:rsid w:val="00187701"/>
    <w:rsid w:val="00195009"/>
    <w:rsid w:val="0019779B"/>
    <w:rsid w:val="002046D5"/>
    <w:rsid w:val="00250014"/>
    <w:rsid w:val="00254D4B"/>
    <w:rsid w:val="00275BB5"/>
    <w:rsid w:val="0028291B"/>
    <w:rsid w:val="00286F6A"/>
    <w:rsid w:val="00287F8C"/>
    <w:rsid w:val="00291C8C"/>
    <w:rsid w:val="002979C0"/>
    <w:rsid w:val="002A1ECE"/>
    <w:rsid w:val="002A2510"/>
    <w:rsid w:val="002A733C"/>
    <w:rsid w:val="002B32E6"/>
    <w:rsid w:val="002B4D1D"/>
    <w:rsid w:val="002C10B1"/>
    <w:rsid w:val="002D222A"/>
    <w:rsid w:val="002D486E"/>
    <w:rsid w:val="002E6E2C"/>
    <w:rsid w:val="003076FD"/>
    <w:rsid w:val="00317005"/>
    <w:rsid w:val="00335259"/>
    <w:rsid w:val="0035798B"/>
    <w:rsid w:val="00372EA2"/>
    <w:rsid w:val="00380F4B"/>
    <w:rsid w:val="003929F1"/>
    <w:rsid w:val="003A11E9"/>
    <w:rsid w:val="003A1B63"/>
    <w:rsid w:val="003A41A1"/>
    <w:rsid w:val="003B2326"/>
    <w:rsid w:val="003F1D46"/>
    <w:rsid w:val="00405337"/>
    <w:rsid w:val="00426347"/>
    <w:rsid w:val="00437ED0"/>
    <w:rsid w:val="00440CD8"/>
    <w:rsid w:val="00443837"/>
    <w:rsid w:val="00444C77"/>
    <w:rsid w:val="00450F66"/>
    <w:rsid w:val="004572E6"/>
    <w:rsid w:val="00461739"/>
    <w:rsid w:val="00467865"/>
    <w:rsid w:val="00477A81"/>
    <w:rsid w:val="0048685F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16143"/>
    <w:rsid w:val="0052122B"/>
    <w:rsid w:val="00542885"/>
    <w:rsid w:val="005557F6"/>
    <w:rsid w:val="00563778"/>
    <w:rsid w:val="005801EC"/>
    <w:rsid w:val="00582A6F"/>
    <w:rsid w:val="005B0F93"/>
    <w:rsid w:val="005B4AE2"/>
    <w:rsid w:val="005C3D49"/>
    <w:rsid w:val="005E63CC"/>
    <w:rsid w:val="005F6E87"/>
    <w:rsid w:val="00613129"/>
    <w:rsid w:val="00617C65"/>
    <w:rsid w:val="00645A41"/>
    <w:rsid w:val="00682C69"/>
    <w:rsid w:val="006D2635"/>
    <w:rsid w:val="006D779C"/>
    <w:rsid w:val="006E394A"/>
    <w:rsid w:val="006E4F63"/>
    <w:rsid w:val="006E729E"/>
    <w:rsid w:val="007229D0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08EF"/>
    <w:rsid w:val="008B24BB"/>
    <w:rsid w:val="008B57DD"/>
    <w:rsid w:val="008B7081"/>
    <w:rsid w:val="008D40FF"/>
    <w:rsid w:val="00902964"/>
    <w:rsid w:val="009126F8"/>
    <w:rsid w:val="00913B9F"/>
    <w:rsid w:val="00931D3C"/>
    <w:rsid w:val="0094790F"/>
    <w:rsid w:val="00966B90"/>
    <w:rsid w:val="009737B7"/>
    <w:rsid w:val="009802C4"/>
    <w:rsid w:val="009973A4"/>
    <w:rsid w:val="009976D9"/>
    <w:rsid w:val="00997A3E"/>
    <w:rsid w:val="009A454C"/>
    <w:rsid w:val="009A4EA3"/>
    <w:rsid w:val="009A55DC"/>
    <w:rsid w:val="009C220D"/>
    <w:rsid w:val="009D6AEA"/>
    <w:rsid w:val="00A211B2"/>
    <w:rsid w:val="00A2727E"/>
    <w:rsid w:val="00A35524"/>
    <w:rsid w:val="00A43412"/>
    <w:rsid w:val="00A7391D"/>
    <w:rsid w:val="00A74F99"/>
    <w:rsid w:val="00A81E30"/>
    <w:rsid w:val="00A82BA3"/>
    <w:rsid w:val="00A94ACC"/>
    <w:rsid w:val="00AA7471"/>
    <w:rsid w:val="00AE6FA4"/>
    <w:rsid w:val="00B03907"/>
    <w:rsid w:val="00B11811"/>
    <w:rsid w:val="00B311E1"/>
    <w:rsid w:val="00B4735C"/>
    <w:rsid w:val="00B51F42"/>
    <w:rsid w:val="00B90EC2"/>
    <w:rsid w:val="00B93626"/>
    <w:rsid w:val="00BA268F"/>
    <w:rsid w:val="00BE7C47"/>
    <w:rsid w:val="00C079CA"/>
    <w:rsid w:val="00C2248D"/>
    <w:rsid w:val="00C5330F"/>
    <w:rsid w:val="00C67741"/>
    <w:rsid w:val="00C701C1"/>
    <w:rsid w:val="00C74647"/>
    <w:rsid w:val="00C76039"/>
    <w:rsid w:val="00C76480"/>
    <w:rsid w:val="00C80AD2"/>
    <w:rsid w:val="00C90A29"/>
    <w:rsid w:val="00C92C17"/>
    <w:rsid w:val="00C92FD6"/>
    <w:rsid w:val="00CA28E6"/>
    <w:rsid w:val="00CC7007"/>
    <w:rsid w:val="00CC7793"/>
    <w:rsid w:val="00CC7FD2"/>
    <w:rsid w:val="00CD247C"/>
    <w:rsid w:val="00D03A13"/>
    <w:rsid w:val="00D115FD"/>
    <w:rsid w:val="00D14E73"/>
    <w:rsid w:val="00D45F1C"/>
    <w:rsid w:val="00D6155E"/>
    <w:rsid w:val="00D64567"/>
    <w:rsid w:val="00D90A75"/>
    <w:rsid w:val="00D92A4F"/>
    <w:rsid w:val="00DA4B5C"/>
    <w:rsid w:val="00DC47A2"/>
    <w:rsid w:val="00DE1551"/>
    <w:rsid w:val="00DE7295"/>
    <w:rsid w:val="00DE7FB7"/>
    <w:rsid w:val="00DF4C08"/>
    <w:rsid w:val="00E20DDA"/>
    <w:rsid w:val="00E32A8B"/>
    <w:rsid w:val="00E36054"/>
    <w:rsid w:val="00E37E7B"/>
    <w:rsid w:val="00E46E04"/>
    <w:rsid w:val="00E57A13"/>
    <w:rsid w:val="00E87396"/>
    <w:rsid w:val="00EB1D5F"/>
    <w:rsid w:val="00EB3EC5"/>
    <w:rsid w:val="00EB478A"/>
    <w:rsid w:val="00EC20EB"/>
    <w:rsid w:val="00EC42A3"/>
    <w:rsid w:val="00F02A61"/>
    <w:rsid w:val="00F264EB"/>
    <w:rsid w:val="00F83033"/>
    <w:rsid w:val="00F966AA"/>
    <w:rsid w:val="00FB538F"/>
    <w:rsid w:val="00FC3071"/>
    <w:rsid w:val="00FD2AF9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B63FE88"/>
  <w15:docId w15:val="{A08D6937-12E0-4F85-B375-192E0A65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4E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A7471"/>
    <w:pPr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semiHidden/>
    <w:unhideWhenUsed/>
    <w:qFormat/>
    <w:rsid w:val="00AA7471"/>
    <w:pPr>
      <w:outlineLvl w:val="1"/>
    </w:pPr>
    <w:rPr>
      <w:b/>
      <w:caps/>
      <w:sz w:val="18"/>
      <w:szCs w:val="20"/>
    </w:rPr>
  </w:style>
  <w:style w:type="paragraph" w:styleId="Heading3">
    <w:name w:val="heading 3"/>
    <w:basedOn w:val="Normal"/>
    <w:next w:val="Normal"/>
    <w:semiHidden/>
    <w:unhideWhenUsed/>
    <w:qFormat/>
    <w:rsid w:val="000134FA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Italics">
    <w:name w:val="Italics"/>
    <w:basedOn w:val="Normal"/>
    <w:unhideWhenUsed/>
    <w:qFormat/>
    <w:rsid w:val="008D40FF"/>
    <w:rPr>
      <w:i/>
    </w:rPr>
  </w:style>
  <w:style w:type="paragraph" w:customStyle="1" w:styleId="Disclaimer">
    <w:name w:val="Disclaimer"/>
    <w:basedOn w:val="Normal"/>
    <w:qFormat/>
    <w:rsid w:val="00185BA5"/>
    <w:pPr>
      <w:spacing w:after="80" w:line="288" w:lineRule="auto"/>
    </w:pPr>
  </w:style>
  <w:style w:type="paragraph" w:customStyle="1" w:styleId="CheckBox">
    <w:name w:val="Check Box"/>
    <w:basedOn w:val="Normal"/>
    <w:link w:val="CheckBoxChar"/>
    <w:semiHidden/>
    <w:unhideWhenUsed/>
    <w:rsid w:val="00AA7471"/>
    <w:rPr>
      <w:color w:val="A6A6A6" w:themeColor="background1" w:themeShade="A6"/>
    </w:rPr>
  </w:style>
  <w:style w:type="character" w:customStyle="1" w:styleId="CheckBoxChar">
    <w:name w:val="Check Box Char"/>
    <w:basedOn w:val="DefaultParagraphFont"/>
    <w:link w:val="CheckBox"/>
    <w:semiHidden/>
    <w:rsid w:val="001564EE"/>
    <w:rPr>
      <w:rFonts w:asciiTheme="minorHAnsi" w:hAnsiTheme="minorHAnsi"/>
      <w:color w:val="A6A6A6" w:themeColor="background1" w:themeShade="A6"/>
      <w:sz w:val="16"/>
      <w:szCs w:val="24"/>
    </w:rPr>
  </w:style>
  <w:style w:type="paragraph" w:customStyle="1" w:styleId="CompanyName">
    <w:name w:val="Company Name"/>
    <w:basedOn w:val="Normal"/>
    <w:qFormat/>
    <w:rsid w:val="00AA7471"/>
    <w:rPr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AA7471"/>
    <w:pPr>
      <w:spacing w:after="320"/>
    </w:pPr>
    <w:rPr>
      <w:sz w:val="22"/>
    </w:rPr>
  </w:style>
  <w:style w:type="character" w:customStyle="1" w:styleId="TitleChar">
    <w:name w:val="Title Char"/>
    <w:basedOn w:val="DefaultParagraphFont"/>
    <w:link w:val="Title"/>
    <w:rsid w:val="00AA7471"/>
    <w:rPr>
      <w:rFonts w:asciiTheme="minorHAnsi" w:hAnsiTheme="minorHAnsi"/>
      <w:sz w:val="22"/>
      <w:szCs w:val="24"/>
    </w:rPr>
  </w:style>
  <w:style w:type="table" w:styleId="TableGrid">
    <w:name w:val="Table Grid"/>
    <w:basedOn w:val="TableNormal"/>
    <w:rsid w:val="00AA7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al"/>
    <w:qFormat/>
    <w:rsid w:val="001564EE"/>
    <w:pPr>
      <w:jc w:val="right"/>
    </w:pPr>
    <w:rPr>
      <w:bCs/>
      <w:szCs w:val="20"/>
    </w:rPr>
  </w:style>
  <w:style w:type="paragraph" w:styleId="ListParagraph">
    <w:name w:val="List Paragraph"/>
    <w:basedOn w:val="Normal"/>
    <w:uiPriority w:val="34"/>
    <w:qFormat/>
    <w:rsid w:val="005B0F93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val="en-IE"/>
    </w:rPr>
  </w:style>
  <w:style w:type="paragraph" w:styleId="Header">
    <w:name w:val="header"/>
    <w:basedOn w:val="Normal"/>
    <w:link w:val="HeaderChar"/>
    <w:unhideWhenUsed/>
    <w:rsid w:val="005B0F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0F93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5B0F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F93"/>
    <w:rPr>
      <w:rFonts w:asciiTheme="minorHAnsi" w:hAnsiTheme="minorHAnsi"/>
      <w:sz w:val="16"/>
      <w:szCs w:val="24"/>
    </w:rPr>
  </w:style>
  <w:style w:type="character" w:styleId="PlaceholderText">
    <w:name w:val="Placeholder Text"/>
    <w:basedOn w:val="DefaultParagraphFont"/>
    <w:uiPriority w:val="99"/>
    <w:semiHidden/>
    <w:rsid w:val="00DE7295"/>
    <w:rPr>
      <w:color w:val="808080"/>
    </w:rPr>
  </w:style>
  <w:style w:type="paragraph" w:customStyle="1" w:styleId="Default">
    <w:name w:val="Default"/>
    <w:rsid w:val="00A81E30"/>
    <w:pPr>
      <w:autoSpaceDE w:val="0"/>
      <w:autoSpaceDN w:val="0"/>
      <w:adjustRightInd w:val="0"/>
    </w:pPr>
    <w:rPr>
      <w:color w:val="000000"/>
      <w:sz w:val="24"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0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enne%20Harding\AppData\Roaming\Microsoft\Templates\Employment%20application%20(2%20page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B960-F7D3-4F00-9FE1-914263902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742C-BF0B-4BF6-ABB5-7C135DED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(2 pages)</Template>
  <TotalTime>1</TotalTime>
  <Pages>4</Pages>
  <Words>797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(2-pp.)</vt:lpstr>
    </vt:vector>
  </TitlesOfParts>
  <Company/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(2-pp.)</dc:title>
  <dc:creator>Harding, Adrienne</dc:creator>
  <cp:keywords/>
  <cp:lastModifiedBy>Aisling McArdle</cp:lastModifiedBy>
  <cp:revision>2</cp:revision>
  <cp:lastPrinted>2016-11-16T12:35:00Z</cp:lastPrinted>
  <dcterms:created xsi:type="dcterms:W3CDTF">2017-01-29T17:22:00Z</dcterms:created>
  <dcterms:modified xsi:type="dcterms:W3CDTF">2017-01-29T17:22:00Z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TC060888281033</vt:lpwstr>
  </property>
</Properties>
</file>